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eastAsiaTheme="minorEastAsia" w:cstheme="minorBidi"/>
          <w:b w:val="0"/>
          <w:color w:val="auto"/>
          <w:sz w:val="20"/>
          <w:szCs w:val="21"/>
        </w:rPr>
        <w:id w:val="-2061236695"/>
        <w:docPartObj>
          <w:docPartGallery w:val="Cover Pages"/>
          <w:docPartUnique/>
        </w:docPartObj>
      </w:sdtPr>
      <w:sdtEndPr/>
      <w:sdtContent>
        <w:p w14:paraId="674A2619" w14:textId="77777777" w:rsidR="008B4C0A" w:rsidRDefault="00AB2CEA" w:rsidP="00491366">
          <w:pPr>
            <w:pStyle w:val="En-ttedetabledesmatires"/>
          </w:pPr>
          <w:r>
            <w:rPr>
              <w:rFonts w:ascii="Arial" w:hAnsi="Arial" w:cs="Arial"/>
              <w:noProof/>
              <w:color w:val="000000" w:themeColor="text1"/>
              <w:sz w:val="16"/>
              <w:szCs w:val="16"/>
              <w:lang w:eastAsia="fr-FR"/>
            </w:rPr>
            <w:drawing>
              <wp:anchor distT="0" distB="0" distL="114300" distR="114300" simplePos="0" relativeHeight="251671040" behindDoc="0" locked="0" layoutInCell="1" allowOverlap="1" wp14:anchorId="13A5336E" wp14:editId="43B2D096">
                <wp:simplePos x="0" y="0"/>
                <wp:positionH relativeFrom="column">
                  <wp:posOffset>-609600</wp:posOffset>
                </wp:positionH>
                <wp:positionV relativeFrom="paragraph">
                  <wp:posOffset>-781050</wp:posOffset>
                </wp:positionV>
                <wp:extent cx="2256155" cy="908050"/>
                <wp:effectExtent l="0" t="0" r="0" b="0"/>
                <wp:wrapNone/>
                <wp:docPr id="5" name="Imag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signatureMail_nouv_chartedessousV2.png"/>
                        <pic:cNvPicPr/>
                      </pic:nvPicPr>
                      <pic:blipFill rotWithShape="1">
                        <a:blip r:embed="rId1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15883"/>
                        <a:stretch/>
                      </pic:blipFill>
                      <pic:spPr bwMode="auto">
                        <a:xfrm>
                          <a:off x="0" y="0"/>
                          <a:ext cx="2256155" cy="9080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 w:rsidR="00055BC9"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1824" behindDoc="0" locked="0" layoutInCell="1" allowOverlap="1" wp14:anchorId="1F71A2E8" wp14:editId="658371C0">
                    <wp:simplePos x="0" y="0"/>
                    <wp:positionH relativeFrom="margin">
                      <wp:posOffset>-665879</wp:posOffset>
                    </wp:positionH>
                    <wp:positionV relativeFrom="page">
                      <wp:posOffset>988828</wp:posOffset>
                    </wp:positionV>
                    <wp:extent cx="7125167" cy="3742660"/>
                    <wp:effectExtent l="19050" t="19050" r="19050" b="10795"/>
                    <wp:wrapNone/>
                    <wp:docPr id="4" name="Text Box 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7125167" cy="3742660"/>
                            </a:xfrm>
                            <a:prstGeom prst="rect">
                              <a:avLst/>
                            </a:prstGeom>
                            <a:ln>
                              <a:headEnd/>
                              <a:tailEnd/>
                            </a:ln>
                          </wps:spPr>
                          <wps:style>
                            <a:lnRef idx="3">
                              <a:schemeClr val="lt1"/>
                            </a:lnRef>
                            <a:fillRef idx="1">
                              <a:schemeClr val="accent5"/>
                            </a:fillRef>
                            <a:effectRef idx="1">
                              <a:schemeClr val="accent5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1C2689FE" w14:textId="77777777" w:rsidR="00313E59" w:rsidRPr="00116596" w:rsidRDefault="00313E59" w:rsidP="00055BC9">
                                <w:pPr>
                                  <w:jc w:val="center"/>
                                  <w:rPr>
                                    <w:smallCap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</w:pPr>
                                <w:r w:rsidRPr="00116596">
                                  <w:rPr>
                                    <w:smallCap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  <w:t>Marché public de service</w:t>
                                </w:r>
                              </w:p>
                              <w:p w14:paraId="0D888AED" w14:textId="77777777" w:rsidR="00313E59" w:rsidRDefault="00313E59" w:rsidP="00055BC9">
                                <w:pPr>
                                  <w:jc w:val="center"/>
                                </w:pPr>
                              </w:p>
                              <w:p w14:paraId="4A465BAC" w14:textId="77777777" w:rsidR="00313E59" w:rsidRDefault="00313E59" w:rsidP="00055BC9">
                                <w:pPr>
                                  <w:pStyle w:val="Titre"/>
                                  <w:jc w:val="center"/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</w:pPr>
                                <w:r w:rsidRPr="00055BC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 xml:space="preserve">Cahier des Clauses </w:t>
                                </w:r>
                                <w:r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Techniques Particulières (C.C.T</w:t>
                                </w:r>
                                <w:r w:rsidRPr="00055BC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.P.)</w:t>
                                </w:r>
                              </w:p>
                              <w:p w14:paraId="0837AA75" w14:textId="77777777" w:rsidR="00491366" w:rsidRDefault="00491366" w:rsidP="00491366"/>
                              <w:p w14:paraId="5A92FD3B" w14:textId="77777777" w:rsidR="00491366" w:rsidRPr="00491366" w:rsidRDefault="00491366" w:rsidP="00491366">
                                <w:pPr>
                                  <w:rPr>
                                    <w:rFonts w:ascii="Marianne Light" w:eastAsiaTheme="majorEastAsia" w:hAnsi="Marianne Light" w:cstheme="majorBidi"/>
                                    <w:color w:val="FFFFFF" w:themeColor="background1"/>
                                    <w:spacing w:val="-20"/>
                                    <w:sz w:val="56"/>
                                    <w:szCs w:val="56"/>
                                  </w:rPr>
                                </w:pPr>
                                <w:r w:rsidRPr="00491366">
                                  <w:rPr>
                                    <w:rFonts w:ascii="Marianne Light" w:eastAsiaTheme="majorEastAsia" w:hAnsi="Marianne Light" w:cstheme="majorBidi"/>
                                    <w:color w:val="FFFFFF" w:themeColor="background1"/>
                                    <w:spacing w:val="-20"/>
                                    <w:sz w:val="56"/>
                                    <w:szCs w:val="56"/>
                                  </w:rPr>
                                  <w:t>Annexe 1</w:t>
                                </w:r>
                                <w:r w:rsidRPr="00491366">
                                  <w:rPr>
                                    <w:rFonts w:ascii="Calibri" w:eastAsiaTheme="majorEastAsia" w:hAnsi="Calibri" w:cs="Calibri"/>
                                    <w:color w:val="FFFFFF" w:themeColor="background1"/>
                                    <w:spacing w:val="-20"/>
                                    <w:sz w:val="56"/>
                                    <w:szCs w:val="56"/>
                                  </w:rPr>
                                  <w:t> </w:t>
                                </w:r>
                                <w:r w:rsidRPr="00491366">
                                  <w:rPr>
                                    <w:rFonts w:ascii="Marianne Light" w:eastAsiaTheme="majorEastAsia" w:hAnsi="Marianne Light" w:cstheme="majorBidi"/>
                                    <w:color w:val="FFFFFF" w:themeColor="background1"/>
                                    <w:spacing w:val="-20"/>
                                    <w:sz w:val="56"/>
                                    <w:szCs w:val="56"/>
                                  </w:rPr>
                                  <w:t>: Sites concernés par le présent marché et horaires normaux de travail.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1F71A2E8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" o:spid="_x0000_s1026" type="#_x0000_t202" style="position:absolute;left:0;text-align:left;margin-left:-52.45pt;margin-top:77.85pt;width:561.05pt;height:294.7pt;z-index:251661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" fillcolor="#54849a [3208]" strokecolor="white [3201]" strokeweight="2.25pt">
                    <v:stroke endcap="round"/>
                    <v:textbox>
                      <w:txbxContent>
                        <w:p w14:paraId="1C2689FE" w14:textId="77777777" w:rsidR="00313E59" w:rsidRPr="00116596" w:rsidRDefault="00313E59" w:rsidP="00055BC9">
                          <w:pPr>
                            <w:jc w:val="center"/>
                            <w:rPr>
                              <w:smallCaps/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 w:rsidRPr="00116596">
                            <w:rPr>
                              <w:smallCaps/>
                              <w:color w:val="FFFFFF" w:themeColor="background1"/>
                              <w:sz w:val="28"/>
                              <w:szCs w:val="28"/>
                            </w:rPr>
                            <w:t>Marché public de service</w:t>
                          </w:r>
                        </w:p>
                        <w:p w14:paraId="0D888AED" w14:textId="77777777" w:rsidR="00313E59" w:rsidRDefault="00313E59" w:rsidP="00055BC9">
                          <w:pPr>
                            <w:jc w:val="center"/>
                          </w:pPr>
                        </w:p>
                        <w:p w14:paraId="4A465BAC" w14:textId="77777777" w:rsidR="00313E59" w:rsidRDefault="00313E59" w:rsidP="00055BC9">
                          <w:pPr>
                            <w:pStyle w:val="Titre"/>
                            <w:jc w:val="center"/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</w:pPr>
                          <w:r w:rsidRPr="00055BC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 xml:space="preserve">Cahier des Clauses </w:t>
                          </w:r>
                          <w:r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Techniques Particulières (C.C.T</w:t>
                          </w:r>
                          <w:r w:rsidRPr="00055BC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.P.)</w:t>
                          </w:r>
                        </w:p>
                        <w:p w14:paraId="0837AA75" w14:textId="77777777" w:rsidR="00491366" w:rsidRDefault="00491366" w:rsidP="00491366"/>
                        <w:p w14:paraId="5A92FD3B" w14:textId="77777777" w:rsidR="00491366" w:rsidRPr="00491366" w:rsidRDefault="00491366" w:rsidP="00491366">
                          <w:pPr>
                            <w:rPr>
                              <w:rFonts w:ascii="Marianne Light" w:eastAsiaTheme="majorEastAsia" w:hAnsi="Marianne Light" w:cstheme="majorBidi"/>
                              <w:color w:val="FFFFFF" w:themeColor="background1"/>
                              <w:spacing w:val="-20"/>
                              <w:sz w:val="56"/>
                              <w:szCs w:val="56"/>
                            </w:rPr>
                          </w:pPr>
                          <w:r w:rsidRPr="00491366">
                            <w:rPr>
                              <w:rFonts w:ascii="Marianne Light" w:eastAsiaTheme="majorEastAsia" w:hAnsi="Marianne Light" w:cstheme="majorBidi"/>
                              <w:color w:val="FFFFFF" w:themeColor="background1"/>
                              <w:spacing w:val="-20"/>
                              <w:sz w:val="56"/>
                              <w:szCs w:val="56"/>
                            </w:rPr>
                            <w:t>Annexe 1</w:t>
                          </w:r>
                          <w:r w:rsidRPr="00491366">
                            <w:rPr>
                              <w:rFonts w:ascii="Calibri" w:eastAsiaTheme="majorEastAsia" w:hAnsi="Calibri" w:cs="Calibri"/>
                              <w:color w:val="FFFFFF" w:themeColor="background1"/>
                              <w:spacing w:val="-20"/>
                              <w:sz w:val="56"/>
                              <w:szCs w:val="56"/>
                            </w:rPr>
                            <w:t> </w:t>
                          </w:r>
                          <w:r w:rsidRPr="00491366">
                            <w:rPr>
                              <w:rFonts w:ascii="Marianne Light" w:eastAsiaTheme="majorEastAsia" w:hAnsi="Marianne Light" w:cstheme="majorBidi"/>
                              <w:color w:val="FFFFFF" w:themeColor="background1"/>
                              <w:spacing w:val="-20"/>
                              <w:sz w:val="56"/>
                              <w:szCs w:val="56"/>
                            </w:rPr>
                            <w:t>: Sites concernés par le présent marché et horaires normaux de travail.</w:t>
                          </w:r>
                        </w:p>
                      </w:txbxContent>
                    </v:textbox>
                    <w10:wrap anchorx="margin" anchory="page"/>
                  </v:shape>
                </w:pict>
              </mc:Fallback>
            </mc:AlternateContent>
          </w:r>
        </w:p>
        <w:p w14:paraId="54099926" w14:textId="77777777" w:rsidR="00491366" w:rsidRPr="00491366" w:rsidRDefault="00491366" w:rsidP="00491366">
          <w:pPr>
            <w:rPr>
              <w:rFonts w:eastAsiaTheme="majorEastAsia"/>
            </w:rPr>
          </w:pPr>
        </w:p>
        <w:p w14:paraId="0F45230B" w14:textId="77777777" w:rsidR="00491366" w:rsidRPr="00491366" w:rsidRDefault="00491366" w:rsidP="00491366">
          <w:pPr>
            <w:rPr>
              <w:rFonts w:eastAsiaTheme="majorEastAsia"/>
            </w:rPr>
          </w:pPr>
        </w:p>
        <w:p w14:paraId="6A5E2779" w14:textId="77777777" w:rsidR="00491366" w:rsidRPr="00491366" w:rsidRDefault="00491366" w:rsidP="00491366">
          <w:pPr>
            <w:rPr>
              <w:rFonts w:eastAsiaTheme="majorEastAsia"/>
            </w:rPr>
          </w:pPr>
        </w:p>
        <w:p w14:paraId="391D3BED" w14:textId="77777777" w:rsidR="00491366" w:rsidRPr="00491366" w:rsidRDefault="00491366" w:rsidP="00491366">
          <w:pPr>
            <w:rPr>
              <w:rFonts w:eastAsiaTheme="majorEastAsia"/>
            </w:rPr>
          </w:pPr>
        </w:p>
        <w:p w14:paraId="3190CD50" w14:textId="77777777" w:rsidR="00491366" w:rsidRPr="00491366" w:rsidRDefault="00491366" w:rsidP="00491366">
          <w:pPr>
            <w:rPr>
              <w:rFonts w:eastAsiaTheme="majorEastAsia"/>
            </w:rPr>
          </w:pPr>
        </w:p>
        <w:p w14:paraId="1B214437" w14:textId="77777777" w:rsidR="00491366" w:rsidRPr="00491366" w:rsidRDefault="00491366" w:rsidP="00491366">
          <w:pPr>
            <w:rPr>
              <w:rFonts w:eastAsiaTheme="majorEastAsia"/>
            </w:rPr>
          </w:pPr>
        </w:p>
        <w:p w14:paraId="6642B6C3" w14:textId="77777777" w:rsidR="00491366" w:rsidRPr="00491366" w:rsidRDefault="00491366" w:rsidP="00491366">
          <w:pPr>
            <w:rPr>
              <w:rFonts w:eastAsiaTheme="majorEastAsia"/>
            </w:rPr>
          </w:pPr>
        </w:p>
        <w:p w14:paraId="286A4D4E" w14:textId="77777777" w:rsidR="00491366" w:rsidRPr="00491366" w:rsidRDefault="00491366" w:rsidP="00491366">
          <w:pPr>
            <w:rPr>
              <w:rFonts w:eastAsiaTheme="majorEastAsia"/>
            </w:rPr>
          </w:pPr>
        </w:p>
        <w:p w14:paraId="1124637C" w14:textId="77777777" w:rsidR="00491366" w:rsidRPr="00491366" w:rsidRDefault="00491366" w:rsidP="00491366">
          <w:pPr>
            <w:rPr>
              <w:rFonts w:eastAsiaTheme="majorEastAsia"/>
            </w:rPr>
          </w:pPr>
        </w:p>
        <w:p w14:paraId="3C093DBA" w14:textId="77777777" w:rsidR="00491366" w:rsidRPr="00491366" w:rsidRDefault="00491366" w:rsidP="00491366">
          <w:pPr>
            <w:rPr>
              <w:rFonts w:eastAsiaTheme="majorEastAsia"/>
            </w:rPr>
          </w:pPr>
        </w:p>
        <w:p w14:paraId="4991CC75" w14:textId="77777777" w:rsidR="00491366" w:rsidRPr="00491366" w:rsidRDefault="00491366" w:rsidP="00491366">
          <w:pPr>
            <w:rPr>
              <w:rFonts w:eastAsiaTheme="majorEastAsia"/>
            </w:rPr>
          </w:pPr>
        </w:p>
        <w:p w14:paraId="795D6DB5" w14:textId="77777777" w:rsidR="00491366" w:rsidRPr="00491366" w:rsidRDefault="00491366" w:rsidP="00491366">
          <w:pPr>
            <w:rPr>
              <w:rFonts w:eastAsiaTheme="majorEastAsia"/>
            </w:rPr>
          </w:pPr>
        </w:p>
        <w:p w14:paraId="1046A45B" w14:textId="77777777" w:rsidR="00491366" w:rsidRPr="00491366" w:rsidRDefault="00491366" w:rsidP="00491366">
          <w:pPr>
            <w:rPr>
              <w:rFonts w:eastAsiaTheme="majorEastAsia"/>
            </w:rPr>
          </w:pPr>
        </w:p>
        <w:p w14:paraId="011BE43F" w14:textId="77777777" w:rsidR="008B4C0A" w:rsidRDefault="00432FF6"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8992" behindDoc="0" locked="0" layoutInCell="1" allowOverlap="1" wp14:anchorId="40E08064" wp14:editId="7FAA5F3B">
                    <wp:simplePos x="0" y="0"/>
                    <wp:positionH relativeFrom="margin">
                      <wp:posOffset>4760842</wp:posOffset>
                    </wp:positionH>
                    <wp:positionV relativeFrom="margin">
                      <wp:align>bottom</wp:align>
                    </wp:positionV>
                    <wp:extent cx="1662545" cy="646430"/>
                    <wp:effectExtent l="0" t="0" r="0" b="1270"/>
                    <wp:wrapNone/>
                    <wp:docPr id="39" name="Rectangle 39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spect="1"/>
                          </wps:cNvSpPr>
                          <wps:spPr>
                            <a:xfrm>
                              <a:off x="0" y="0"/>
                              <a:ext cx="1662545" cy="646430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50D492BF" w14:textId="77777777" w:rsidR="00313E59" w:rsidRDefault="00313E59" w:rsidP="00432FF6">
                                <w:pPr>
                                  <w:pStyle w:val="Sansinterligne"/>
                                  <w:jc w:val="center"/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CONTRAT SENSIBLE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45720" tIns="45720" rIns="45720" bIns="4572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40E08064" id="Rectangle 39" o:spid="_x0000_s1027" style="position:absolute;left:0;text-align:left;margin-left:374.85pt;margin-top:0;width:130.9pt;height:50.9pt;z-index:2516689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bottom;mso-position-vertical-relative:margin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" fillcolor="#b01513 [3204]" stroked="f" strokeweight="1.5pt">
                    <v:stroke endcap="round"/>
                    <v:path arrowok="t"/>
                    <o:lock v:ext="edit" aspectratio="t"/>
                    <v:textbox inset="3.6pt,,3.6pt">
                      <w:txbxContent>
                        <w:p w14:paraId="50D492BF" w14:textId="77777777" w:rsidR="00313E59" w:rsidRDefault="00313E59" w:rsidP="00432FF6">
                          <w:pPr>
                            <w:pStyle w:val="Sansinterligne"/>
                            <w:jc w:val="center"/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r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>CONTRAT SENSIBLE</w:t>
                          </w:r>
                        </w:p>
                      </w:txbxContent>
                    </v:textbox>
                    <w10:wrap anchorx="margin" anchory="margin"/>
                  </v:rect>
                </w:pict>
              </mc:Fallback>
            </mc:AlternateContent>
          </w:r>
        </w:p>
        <w:p w14:paraId="060E78AA" w14:textId="77777777" w:rsidR="00491366" w:rsidRDefault="00491366" w:rsidP="00AB2CEA">
          <w:pPr>
            <w:jc w:val="center"/>
          </w:pPr>
        </w:p>
        <w:p w14:paraId="7437CBF9" w14:textId="77777777" w:rsidR="00491366" w:rsidRDefault="00491366" w:rsidP="00410AFD"/>
        <w:p w14:paraId="1B9914D5" w14:textId="77777777" w:rsidR="00A62094" w:rsidRDefault="00A62094" w:rsidP="00410AFD"/>
        <w:p w14:paraId="5AC0EF24" w14:textId="77777777" w:rsidR="00A62094" w:rsidRDefault="00A62094" w:rsidP="00410AFD"/>
        <w:p w14:paraId="36A32806" w14:textId="77777777" w:rsidR="00A62094" w:rsidRDefault="00A62094" w:rsidP="00410AFD"/>
        <w:p w14:paraId="2C432FE5" w14:textId="77777777" w:rsidR="00A62094" w:rsidRDefault="00A62094" w:rsidP="00410AFD"/>
        <w:p w14:paraId="28912322" w14:textId="77777777" w:rsidR="00A62094" w:rsidRDefault="00A62094" w:rsidP="00410AFD"/>
        <w:p w14:paraId="62FD9901" w14:textId="77777777" w:rsidR="00A62094" w:rsidRDefault="00A62094" w:rsidP="00410AFD"/>
        <w:p w14:paraId="35E3AA68" w14:textId="77777777" w:rsidR="00A62094" w:rsidRDefault="00A62094" w:rsidP="00410AFD"/>
        <w:p w14:paraId="7A0D38F6" w14:textId="77777777" w:rsidR="00A62094" w:rsidRDefault="00A62094">
          <w:pPr>
            <w:jc w:val="left"/>
          </w:pPr>
        </w:p>
        <w:p w14:paraId="684F25C2" w14:textId="77777777" w:rsidR="00491366" w:rsidRDefault="00491366" w:rsidP="00410AFD"/>
        <w:p w14:paraId="5619E4F9" w14:textId="77777777" w:rsidR="00A62094" w:rsidRDefault="00A62094" w:rsidP="00410AFD">
          <w:pPr>
            <w:sectPr w:rsidR="00A62094" w:rsidSect="00302298">
              <w:footerReference w:type="default" r:id="rId13"/>
              <w:headerReference w:type="first" r:id="rId14"/>
              <w:footerReference w:type="first" r:id="rId15"/>
              <w:pgSz w:w="11906" w:h="16838"/>
              <w:pgMar w:top="1417" w:right="1417" w:bottom="1417" w:left="1417" w:header="708" w:footer="708" w:gutter="0"/>
              <w:pgNumType w:start="0"/>
              <w:cols w:space="708"/>
              <w:titlePg/>
              <w:docGrid w:linePitch="360"/>
            </w:sectPr>
          </w:pPr>
        </w:p>
        <w:p w14:paraId="3A71FE39" w14:textId="77777777" w:rsidR="00A62094" w:rsidRDefault="00A62094" w:rsidP="00A62094">
          <w:r>
            <w:lastRenderedPageBreak/>
            <w:t>Les sites sur lesquels le titulaire est tenu d’intervenir sont les suivants :</w:t>
          </w:r>
        </w:p>
        <w:tbl>
          <w:tblPr>
            <w:tblW w:w="14567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Look w:val="0000" w:firstRow="0" w:lastRow="0" w:firstColumn="0" w:lastColumn="0" w:noHBand="0" w:noVBand="0"/>
          </w:tblPr>
          <w:tblGrid>
            <w:gridCol w:w="3045"/>
            <w:gridCol w:w="1758"/>
            <w:gridCol w:w="3045"/>
            <w:gridCol w:w="3045"/>
            <w:gridCol w:w="3674"/>
          </w:tblGrid>
          <w:tr w:rsidR="00F10353" w:rsidRPr="005526CA" w14:paraId="080509A5" w14:textId="77777777" w:rsidTr="00EA0E3A">
            <w:trPr>
              <w:trHeight w:val="228"/>
            </w:trPr>
            <w:tc>
              <w:tcPr>
                <w:tcW w:w="3045" w:type="dxa"/>
                <w:shd w:val="clear" w:color="auto" w:fill="D9D9D9" w:themeFill="background1" w:themeFillShade="D9"/>
              </w:tcPr>
              <w:p w14:paraId="7F47B821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b/>
                    <w:bCs/>
                    <w:color w:val="000000"/>
                  </w:rPr>
                  <w:t>Établissement Adresse</w:t>
                </w:r>
              </w:p>
            </w:tc>
            <w:tc>
              <w:tcPr>
                <w:tcW w:w="1758" w:type="dxa"/>
                <w:shd w:val="clear" w:color="auto" w:fill="D9D9D9" w:themeFill="background1" w:themeFillShade="D9"/>
              </w:tcPr>
              <w:p w14:paraId="7D6FB642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b/>
                    <w:bCs/>
                    <w:color w:val="000000"/>
                  </w:rPr>
                  <w:t>Bénéficiaire</w:t>
                </w:r>
              </w:p>
            </w:tc>
            <w:tc>
              <w:tcPr>
                <w:tcW w:w="3045" w:type="dxa"/>
                <w:shd w:val="clear" w:color="auto" w:fill="D9D9D9" w:themeFill="background1" w:themeFillShade="D9"/>
              </w:tcPr>
              <w:p w14:paraId="41AFEDF3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b/>
                    <w:bCs/>
                    <w:color w:val="000000"/>
                  </w:rPr>
                  <w:t>Correspondant USID de Toulouse</w:t>
                </w:r>
              </w:p>
            </w:tc>
            <w:tc>
              <w:tcPr>
                <w:tcW w:w="3045" w:type="dxa"/>
                <w:shd w:val="clear" w:color="auto" w:fill="D9D9D9" w:themeFill="background1" w:themeFillShade="D9"/>
              </w:tcPr>
              <w:p w14:paraId="15485361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b/>
                    <w:bCs/>
                    <w:color w:val="000000"/>
                  </w:rPr>
                  <w:t>Horaires de travail</w:t>
                </w:r>
              </w:p>
            </w:tc>
            <w:tc>
              <w:tcPr>
                <w:tcW w:w="3674" w:type="dxa"/>
                <w:shd w:val="clear" w:color="auto" w:fill="D9D9D9" w:themeFill="background1" w:themeFillShade="D9"/>
              </w:tcPr>
              <w:p w14:paraId="12B36A63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b/>
                    <w:bCs/>
                    <w:color w:val="000000"/>
                  </w:rPr>
                  <w:t>Conditions d’accès</w:t>
                </w:r>
              </w:p>
            </w:tc>
          </w:tr>
          <w:tr w:rsidR="00F10353" w:rsidRPr="005526CA" w14:paraId="2AB10A6E" w14:textId="77777777" w:rsidTr="00EA0E3A">
            <w:trPr>
              <w:trHeight w:val="511"/>
            </w:trPr>
            <w:tc>
              <w:tcPr>
                <w:tcW w:w="3045" w:type="dxa"/>
                <w:shd w:val="clear" w:color="auto" w:fill="auto"/>
              </w:tcPr>
              <w:p w14:paraId="444FC2D4" w14:textId="77777777" w:rsidR="00F10353" w:rsidRPr="00943AA1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943AA1">
                  <w:rPr>
                    <w:rFonts w:cs="Times New Roman"/>
                    <w:color w:val="000000"/>
                  </w:rPr>
                  <w:t xml:space="preserve">Quartier Général NIEL </w:t>
                </w:r>
              </w:p>
              <w:p w14:paraId="42F20839" w14:textId="77777777" w:rsidR="00F10353" w:rsidRPr="00943AA1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943AA1">
                  <w:rPr>
                    <w:rFonts w:cs="Times New Roman"/>
                    <w:color w:val="000000"/>
                  </w:rPr>
                  <w:t xml:space="preserve">8 rue place </w:t>
                </w:r>
                <w:proofErr w:type="spellStart"/>
                <w:r w:rsidRPr="00943AA1">
                  <w:rPr>
                    <w:rFonts w:cs="Times New Roman"/>
                    <w:color w:val="000000"/>
                  </w:rPr>
                  <w:t>Montoulieu</w:t>
                </w:r>
                <w:proofErr w:type="spellEnd"/>
                <w:r w:rsidRPr="00943AA1">
                  <w:rPr>
                    <w:rFonts w:cs="Times New Roman"/>
                    <w:color w:val="000000"/>
                  </w:rPr>
                  <w:t xml:space="preserve"> </w:t>
                </w:r>
              </w:p>
              <w:p w14:paraId="5A3237F1" w14:textId="77777777" w:rsidR="00F10353" w:rsidRPr="00943AA1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943AA1">
                  <w:rPr>
                    <w:rFonts w:cs="Times New Roman"/>
                    <w:color w:val="000000"/>
                  </w:rPr>
                  <w:t xml:space="preserve">31000 TOULOUSE </w:t>
                </w:r>
              </w:p>
            </w:tc>
            <w:tc>
              <w:tcPr>
                <w:tcW w:w="1758" w:type="dxa"/>
              </w:tcPr>
              <w:p w14:paraId="5398EC18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11ème BP </w:t>
                </w:r>
              </w:p>
            </w:tc>
            <w:tc>
              <w:tcPr>
                <w:tcW w:w="3045" w:type="dxa"/>
              </w:tcPr>
              <w:p w14:paraId="2CA642DD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USID Toulouse </w:t>
                </w:r>
              </w:p>
              <w:p w14:paraId="015FF294" w14:textId="1B658254" w:rsidR="00F10353" w:rsidRPr="005526CA" w:rsidRDefault="00F10353" w:rsidP="00504788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>Antenne de TOULOUSE</w:t>
                </w:r>
                <w:r w:rsidR="00504788">
                  <w:rPr>
                    <w:rFonts w:cs="Times New Roman"/>
                    <w:color w:val="000000"/>
                  </w:rPr>
                  <w:t xml:space="preserve"> EST BALMA</w:t>
                </w:r>
                <w:r w:rsidRPr="005526CA">
                  <w:rPr>
                    <w:rFonts w:cs="Times New Roman"/>
                    <w:color w:val="000000"/>
                  </w:rPr>
                  <w:t xml:space="preserve"> </w:t>
                </w:r>
              </w:p>
            </w:tc>
            <w:tc>
              <w:tcPr>
                <w:tcW w:w="3045" w:type="dxa"/>
              </w:tcPr>
              <w:p w14:paraId="58E9C685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Du lundi au jeudi : </w:t>
                </w:r>
              </w:p>
              <w:p w14:paraId="1B71C359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8h00-12h00 / 13h00-17h00 </w:t>
                </w:r>
              </w:p>
              <w:p w14:paraId="765FE2E7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Vendredi : 8h00-12h00 </w:t>
                </w:r>
              </w:p>
            </w:tc>
            <w:tc>
              <w:tcPr>
                <w:tcW w:w="3674" w:type="dxa"/>
              </w:tcPr>
              <w:p w14:paraId="5790B340" w14:textId="46741FE1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Fiche </w:t>
                </w:r>
                <w:r w:rsidR="00504788">
                  <w:rPr>
                    <w:rFonts w:cs="Times New Roman"/>
                    <w:color w:val="000000"/>
                  </w:rPr>
                  <w:t>CPR</w:t>
                </w:r>
                <w:r w:rsidRPr="005526CA">
                  <w:rPr>
                    <w:rFonts w:cs="Times New Roman"/>
                    <w:color w:val="000000"/>
                  </w:rPr>
                  <w:t xml:space="preserve"> validée. </w:t>
                </w:r>
              </w:p>
              <w:p w14:paraId="6539777D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Carte nationale d’identité. </w:t>
                </w:r>
              </w:p>
              <w:p w14:paraId="68A9DD0F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Papiers du véhicule à jour </w:t>
                </w:r>
              </w:p>
              <w:p w14:paraId="579282CE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b/>
                    <w:bCs/>
                    <w:color w:val="000000"/>
                  </w:rPr>
                  <w:t xml:space="preserve">Prévenir le correspondant USID </w:t>
                </w:r>
              </w:p>
            </w:tc>
          </w:tr>
          <w:tr w:rsidR="00F10353" w:rsidRPr="005526CA" w14:paraId="07B46102" w14:textId="77777777" w:rsidTr="00EA0E3A">
            <w:trPr>
              <w:trHeight w:val="513"/>
            </w:trPr>
            <w:tc>
              <w:tcPr>
                <w:tcW w:w="3045" w:type="dxa"/>
                <w:shd w:val="clear" w:color="auto" w:fill="auto"/>
              </w:tcPr>
              <w:p w14:paraId="64E9DF85" w14:textId="77777777" w:rsidR="00F10353" w:rsidRPr="00943AA1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943AA1">
                  <w:rPr>
                    <w:rFonts w:cs="Times New Roman"/>
                    <w:color w:val="000000"/>
                  </w:rPr>
                  <w:t xml:space="preserve">Ex cité Tournefeuille (partie nord) </w:t>
                </w:r>
              </w:p>
              <w:p w14:paraId="7B30EF0B" w14:textId="77777777" w:rsidR="00F10353" w:rsidRPr="00943AA1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943AA1">
                  <w:rPr>
                    <w:rFonts w:cs="Times New Roman"/>
                    <w:color w:val="000000"/>
                  </w:rPr>
                  <w:t xml:space="preserve">10 rue </w:t>
                </w:r>
                <w:proofErr w:type="spellStart"/>
                <w:r w:rsidRPr="00943AA1">
                  <w:rPr>
                    <w:rFonts w:cs="Times New Roman"/>
                    <w:color w:val="000000"/>
                  </w:rPr>
                  <w:t>Roquemaurel</w:t>
                </w:r>
                <w:proofErr w:type="spellEnd"/>
                <w:r w:rsidRPr="00943AA1">
                  <w:rPr>
                    <w:rFonts w:cs="Times New Roman"/>
                    <w:color w:val="000000"/>
                  </w:rPr>
                  <w:t xml:space="preserve"> </w:t>
                </w:r>
              </w:p>
              <w:p w14:paraId="1F4F7142" w14:textId="77777777" w:rsidR="00F10353" w:rsidRPr="00943AA1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943AA1">
                  <w:rPr>
                    <w:rFonts w:cs="Times New Roman"/>
                    <w:color w:val="000000"/>
                  </w:rPr>
                  <w:t xml:space="preserve">31000 TOULOUSE </w:t>
                </w:r>
              </w:p>
            </w:tc>
            <w:tc>
              <w:tcPr>
                <w:tcW w:w="1758" w:type="dxa"/>
              </w:tcPr>
              <w:p w14:paraId="45B8B8FC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proofErr w:type="spellStart"/>
                <w:r w:rsidRPr="005526CA">
                  <w:rPr>
                    <w:rFonts w:cs="Times New Roman"/>
                    <w:color w:val="000000"/>
                  </w:rPr>
                  <w:t>DMAé</w:t>
                </w:r>
                <w:proofErr w:type="spellEnd"/>
                <w:r w:rsidRPr="005526CA">
                  <w:rPr>
                    <w:rFonts w:cs="Times New Roman"/>
                    <w:color w:val="000000"/>
                  </w:rPr>
                  <w:t xml:space="preserve"> </w:t>
                </w:r>
              </w:p>
            </w:tc>
            <w:tc>
              <w:tcPr>
                <w:tcW w:w="3045" w:type="dxa"/>
              </w:tcPr>
              <w:p w14:paraId="6348E5E5" w14:textId="77777777" w:rsidR="00504788" w:rsidRPr="00504788" w:rsidRDefault="00504788" w:rsidP="00504788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04788">
                  <w:rPr>
                    <w:rFonts w:cs="Times New Roman"/>
                    <w:color w:val="000000"/>
                  </w:rPr>
                  <w:t xml:space="preserve">USID Toulouse </w:t>
                </w:r>
              </w:p>
              <w:p w14:paraId="6320A5FE" w14:textId="7EA8737B" w:rsidR="00F10353" w:rsidRPr="005526CA" w:rsidRDefault="00504788" w:rsidP="00504788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04788">
                  <w:rPr>
                    <w:rFonts w:cs="Times New Roman"/>
                    <w:color w:val="000000"/>
                  </w:rPr>
                  <w:t>Antenne de TOULOUSE EST BALMA</w:t>
                </w:r>
              </w:p>
            </w:tc>
            <w:tc>
              <w:tcPr>
                <w:tcW w:w="3045" w:type="dxa"/>
              </w:tcPr>
              <w:p w14:paraId="768CE96C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Du lundi au jeudi : </w:t>
                </w:r>
              </w:p>
              <w:p w14:paraId="16E3C082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8h00-12h00 / 13h00-17h00 </w:t>
                </w:r>
              </w:p>
              <w:p w14:paraId="3A5D00D6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Vendredi : 8h00-12h00 </w:t>
                </w:r>
              </w:p>
            </w:tc>
            <w:tc>
              <w:tcPr>
                <w:tcW w:w="3674" w:type="dxa"/>
              </w:tcPr>
              <w:p w14:paraId="1CF5E1C5" w14:textId="2E78BEB2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Fiche </w:t>
                </w:r>
                <w:r>
                  <w:rPr>
                    <w:rFonts w:cs="Times New Roman"/>
                    <w:color w:val="000000"/>
                  </w:rPr>
                  <w:t>CPR</w:t>
                </w:r>
                <w:r w:rsidRPr="005526CA">
                  <w:rPr>
                    <w:rFonts w:cs="Times New Roman"/>
                    <w:color w:val="000000"/>
                  </w:rPr>
                  <w:t xml:space="preserve"> validée. </w:t>
                </w:r>
              </w:p>
              <w:p w14:paraId="1FE2F5BF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Carte nationale d’identité. </w:t>
                </w:r>
              </w:p>
              <w:p w14:paraId="60FA562F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Papiers du véhicule à jour </w:t>
                </w:r>
              </w:p>
              <w:p w14:paraId="7EC932F2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b/>
                    <w:bCs/>
                    <w:color w:val="000000"/>
                  </w:rPr>
                  <w:t xml:space="preserve">Prévenir le correspondant USID </w:t>
                </w:r>
              </w:p>
            </w:tc>
          </w:tr>
          <w:tr w:rsidR="00F10353" w:rsidRPr="005526CA" w14:paraId="676E872A" w14:textId="77777777" w:rsidTr="00EA0E3A">
            <w:trPr>
              <w:trHeight w:val="511"/>
            </w:trPr>
            <w:tc>
              <w:tcPr>
                <w:tcW w:w="3045" w:type="dxa"/>
                <w:shd w:val="clear" w:color="auto" w:fill="auto"/>
              </w:tcPr>
              <w:p w14:paraId="2DFA3D34" w14:textId="77777777" w:rsidR="00F10353" w:rsidRPr="00943AA1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943AA1">
                  <w:rPr>
                    <w:rFonts w:cs="Times New Roman"/>
                    <w:color w:val="000000"/>
                  </w:rPr>
                  <w:t xml:space="preserve">Caserne Pérignon Terre </w:t>
                </w:r>
              </w:p>
              <w:p w14:paraId="740AC58F" w14:textId="77777777" w:rsidR="00F10353" w:rsidRPr="00943AA1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943AA1">
                  <w:rPr>
                    <w:rFonts w:cs="Times New Roman"/>
                    <w:color w:val="000000"/>
                  </w:rPr>
                  <w:t xml:space="preserve">2 rue Pérignon </w:t>
                </w:r>
              </w:p>
              <w:p w14:paraId="5C49FEB3" w14:textId="77777777" w:rsidR="00F10353" w:rsidRPr="00943AA1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943AA1">
                  <w:rPr>
                    <w:rFonts w:cs="Times New Roman"/>
                    <w:color w:val="000000"/>
                  </w:rPr>
                  <w:t xml:space="preserve">31000 TOULOUSE </w:t>
                </w:r>
              </w:p>
            </w:tc>
            <w:tc>
              <w:tcPr>
                <w:tcW w:w="1758" w:type="dxa"/>
              </w:tcPr>
              <w:p w14:paraId="1DBD0DB1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CIRISI </w:t>
                </w:r>
              </w:p>
            </w:tc>
            <w:tc>
              <w:tcPr>
                <w:tcW w:w="3045" w:type="dxa"/>
              </w:tcPr>
              <w:p w14:paraId="08324CBF" w14:textId="77777777" w:rsidR="00504788" w:rsidRPr="005526CA" w:rsidRDefault="00504788" w:rsidP="00504788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USID Toulouse </w:t>
                </w:r>
              </w:p>
              <w:p w14:paraId="6E973809" w14:textId="0CB6E1E7" w:rsidR="00F10353" w:rsidRPr="005526CA" w:rsidRDefault="00504788" w:rsidP="00504788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>Antenne de TOULOUSE</w:t>
                </w:r>
                <w:r>
                  <w:rPr>
                    <w:rFonts w:cs="Times New Roman"/>
                    <w:color w:val="000000"/>
                  </w:rPr>
                  <w:t xml:space="preserve"> EST BALMA</w:t>
                </w:r>
              </w:p>
            </w:tc>
            <w:tc>
              <w:tcPr>
                <w:tcW w:w="3045" w:type="dxa"/>
              </w:tcPr>
              <w:p w14:paraId="3A4D929A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Du lundi au jeudi : </w:t>
                </w:r>
              </w:p>
              <w:p w14:paraId="4CFDF5FC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8h00-12h00 / 13h00-17h00 </w:t>
                </w:r>
              </w:p>
              <w:p w14:paraId="45D2AECC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Vendredi : 8h00-12h00 </w:t>
                </w:r>
              </w:p>
            </w:tc>
            <w:tc>
              <w:tcPr>
                <w:tcW w:w="3674" w:type="dxa"/>
              </w:tcPr>
              <w:p w14:paraId="3E889151" w14:textId="35A48E61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Fiche </w:t>
                </w:r>
                <w:r>
                  <w:rPr>
                    <w:rFonts w:cs="Times New Roman"/>
                    <w:color w:val="000000"/>
                  </w:rPr>
                  <w:t>CPR</w:t>
                </w:r>
                <w:r w:rsidRPr="005526CA">
                  <w:rPr>
                    <w:rFonts w:cs="Times New Roman"/>
                    <w:color w:val="000000"/>
                  </w:rPr>
                  <w:t xml:space="preserve"> validée. </w:t>
                </w:r>
              </w:p>
              <w:p w14:paraId="183B95AA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Carte nationale d’identité. </w:t>
                </w:r>
              </w:p>
              <w:p w14:paraId="40E947F1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Papiers du véhicule à jour </w:t>
                </w:r>
              </w:p>
              <w:p w14:paraId="5079B055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b/>
                    <w:bCs/>
                    <w:color w:val="000000"/>
                  </w:rPr>
                  <w:t xml:space="preserve">Prévenir le correspondant USID </w:t>
                </w:r>
              </w:p>
            </w:tc>
          </w:tr>
          <w:tr w:rsidR="00F10353" w:rsidRPr="005526CA" w14:paraId="1832B735" w14:textId="77777777" w:rsidTr="00EA0E3A">
            <w:trPr>
              <w:trHeight w:val="512"/>
            </w:trPr>
            <w:tc>
              <w:tcPr>
                <w:tcW w:w="3045" w:type="dxa"/>
                <w:shd w:val="clear" w:color="auto" w:fill="auto"/>
              </w:tcPr>
              <w:p w14:paraId="164451BE" w14:textId="77777777" w:rsidR="00F10353" w:rsidRPr="00943AA1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943AA1">
                  <w:rPr>
                    <w:rFonts w:cs="Times New Roman"/>
                    <w:color w:val="000000"/>
                  </w:rPr>
                  <w:t xml:space="preserve">Caserne Pérignon Air </w:t>
                </w:r>
              </w:p>
              <w:p w14:paraId="5600A6AF" w14:textId="77777777" w:rsidR="00F10353" w:rsidRPr="00943AA1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943AA1">
                  <w:rPr>
                    <w:rFonts w:cs="Times New Roman"/>
                    <w:color w:val="000000"/>
                  </w:rPr>
                  <w:t xml:space="preserve">1 rue </w:t>
                </w:r>
                <w:proofErr w:type="spellStart"/>
                <w:r w:rsidRPr="00943AA1">
                  <w:rPr>
                    <w:rFonts w:cs="Times New Roman"/>
                    <w:color w:val="000000"/>
                  </w:rPr>
                  <w:t>Marancin</w:t>
                </w:r>
                <w:proofErr w:type="spellEnd"/>
                <w:r w:rsidRPr="00943AA1">
                  <w:rPr>
                    <w:rFonts w:cs="Times New Roman"/>
                    <w:color w:val="000000"/>
                  </w:rPr>
                  <w:t xml:space="preserve"> </w:t>
                </w:r>
              </w:p>
              <w:p w14:paraId="72077E68" w14:textId="77777777" w:rsidR="00F10353" w:rsidRPr="00943AA1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943AA1">
                  <w:rPr>
                    <w:rFonts w:cs="Times New Roman"/>
                    <w:color w:val="000000"/>
                  </w:rPr>
                  <w:t xml:space="preserve">31000 Toulouse </w:t>
                </w:r>
              </w:p>
            </w:tc>
            <w:tc>
              <w:tcPr>
                <w:tcW w:w="1758" w:type="dxa"/>
              </w:tcPr>
              <w:p w14:paraId="24895F22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GSBDD </w:t>
                </w:r>
              </w:p>
            </w:tc>
            <w:tc>
              <w:tcPr>
                <w:tcW w:w="3045" w:type="dxa"/>
              </w:tcPr>
              <w:p w14:paraId="138F281D" w14:textId="77777777" w:rsidR="00504788" w:rsidRPr="005526CA" w:rsidRDefault="00504788" w:rsidP="00504788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USID Toulouse </w:t>
                </w:r>
              </w:p>
              <w:p w14:paraId="132B1104" w14:textId="76029522" w:rsidR="00F10353" w:rsidRPr="005526CA" w:rsidRDefault="00504788" w:rsidP="00504788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>Antenne de TOULOUSE</w:t>
                </w:r>
                <w:r>
                  <w:rPr>
                    <w:rFonts w:cs="Times New Roman"/>
                    <w:color w:val="000000"/>
                  </w:rPr>
                  <w:t xml:space="preserve"> EST BALMA</w:t>
                </w:r>
              </w:p>
            </w:tc>
            <w:tc>
              <w:tcPr>
                <w:tcW w:w="3045" w:type="dxa"/>
              </w:tcPr>
              <w:p w14:paraId="763879ED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Du lundi au jeudi : </w:t>
                </w:r>
              </w:p>
              <w:p w14:paraId="6FAA7121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8h00-12h00 / 13h00-17h00 </w:t>
                </w:r>
              </w:p>
              <w:p w14:paraId="78C2FEE3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Vendredi : 8h00-12h00 </w:t>
                </w:r>
              </w:p>
            </w:tc>
            <w:tc>
              <w:tcPr>
                <w:tcW w:w="3674" w:type="dxa"/>
              </w:tcPr>
              <w:p w14:paraId="6BB94D10" w14:textId="0E518D63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Fiche </w:t>
                </w:r>
                <w:r>
                  <w:rPr>
                    <w:rFonts w:cs="Times New Roman"/>
                    <w:color w:val="000000"/>
                  </w:rPr>
                  <w:t>CPR</w:t>
                </w:r>
                <w:r w:rsidRPr="005526CA">
                  <w:rPr>
                    <w:rFonts w:cs="Times New Roman"/>
                    <w:color w:val="000000"/>
                  </w:rPr>
                  <w:t xml:space="preserve"> validée. </w:t>
                </w:r>
              </w:p>
              <w:p w14:paraId="3ECE4FBB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Carte nationale d’identité. </w:t>
                </w:r>
              </w:p>
              <w:p w14:paraId="0BD58896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Papiers du véhicule à jour </w:t>
                </w:r>
              </w:p>
              <w:p w14:paraId="19E59931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b/>
                    <w:bCs/>
                    <w:color w:val="000000"/>
                  </w:rPr>
                  <w:t xml:space="preserve">Prévenir le correspondant USID </w:t>
                </w:r>
              </w:p>
            </w:tc>
          </w:tr>
          <w:tr w:rsidR="00F10353" w:rsidRPr="005526CA" w14:paraId="613B3CD9" w14:textId="77777777" w:rsidTr="00EA0E3A">
            <w:trPr>
              <w:trHeight w:val="511"/>
            </w:trPr>
            <w:tc>
              <w:tcPr>
                <w:tcW w:w="3045" w:type="dxa"/>
                <w:shd w:val="clear" w:color="auto" w:fill="auto"/>
              </w:tcPr>
              <w:p w14:paraId="6CAB2DE4" w14:textId="77777777" w:rsidR="00F10353" w:rsidRPr="00943AA1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943AA1">
                  <w:rPr>
                    <w:rFonts w:cs="Times New Roman"/>
                    <w:color w:val="000000"/>
                  </w:rPr>
                  <w:t xml:space="preserve">Quartier </w:t>
                </w:r>
                <w:proofErr w:type="spellStart"/>
                <w:r w:rsidRPr="00943AA1">
                  <w:rPr>
                    <w:rFonts w:cs="Times New Roman"/>
                    <w:color w:val="000000"/>
                  </w:rPr>
                  <w:t>Pradère</w:t>
                </w:r>
                <w:proofErr w:type="spellEnd"/>
                <w:r w:rsidRPr="00943AA1">
                  <w:rPr>
                    <w:rFonts w:cs="Times New Roman"/>
                    <w:color w:val="000000"/>
                  </w:rPr>
                  <w:t xml:space="preserve"> </w:t>
                </w:r>
              </w:p>
              <w:p w14:paraId="7E0C6229" w14:textId="77777777" w:rsidR="00F10353" w:rsidRPr="00943AA1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943AA1">
                  <w:rPr>
                    <w:rFonts w:cs="Times New Roman"/>
                    <w:color w:val="000000"/>
                  </w:rPr>
                  <w:t xml:space="preserve">1 chemin de </w:t>
                </w:r>
                <w:proofErr w:type="spellStart"/>
                <w:r w:rsidRPr="00943AA1">
                  <w:rPr>
                    <w:rFonts w:cs="Times New Roman"/>
                    <w:color w:val="000000"/>
                  </w:rPr>
                  <w:t>Gabardie</w:t>
                </w:r>
                <w:proofErr w:type="spellEnd"/>
                <w:r w:rsidRPr="00943AA1">
                  <w:rPr>
                    <w:rFonts w:cs="Times New Roman"/>
                    <w:color w:val="000000"/>
                  </w:rPr>
                  <w:t xml:space="preserve"> </w:t>
                </w:r>
              </w:p>
              <w:p w14:paraId="3C1EB31C" w14:textId="77777777" w:rsidR="00F10353" w:rsidRPr="00943AA1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943AA1">
                  <w:rPr>
                    <w:rFonts w:cs="Times New Roman"/>
                    <w:color w:val="000000"/>
                  </w:rPr>
                  <w:t xml:space="preserve">31000 TOULOUSE </w:t>
                </w:r>
              </w:p>
            </w:tc>
            <w:tc>
              <w:tcPr>
                <w:tcW w:w="1758" w:type="dxa"/>
              </w:tcPr>
              <w:p w14:paraId="00CA0886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>14</w:t>
                </w:r>
                <w:r w:rsidRPr="005526CA">
                  <w:rPr>
                    <w:rFonts w:cs="Times New Roman"/>
                    <w:color w:val="000000"/>
                    <w:sz w:val="14"/>
                    <w:szCs w:val="14"/>
                  </w:rPr>
                  <w:t xml:space="preserve">ème </w:t>
                </w:r>
                <w:r w:rsidRPr="005526CA">
                  <w:rPr>
                    <w:rFonts w:cs="Times New Roman"/>
                    <w:color w:val="000000"/>
                  </w:rPr>
                  <w:t xml:space="preserve">RISLP </w:t>
                </w:r>
              </w:p>
            </w:tc>
            <w:tc>
              <w:tcPr>
                <w:tcW w:w="3045" w:type="dxa"/>
              </w:tcPr>
              <w:p w14:paraId="50BFE618" w14:textId="77777777" w:rsidR="00504788" w:rsidRPr="005526CA" w:rsidRDefault="00504788" w:rsidP="00504788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USID Toulouse </w:t>
                </w:r>
              </w:p>
              <w:p w14:paraId="1441C88A" w14:textId="6CEB0D4B" w:rsidR="00F10353" w:rsidRPr="005526CA" w:rsidRDefault="00504788" w:rsidP="00504788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>Antenne de TOULOUSE</w:t>
                </w:r>
                <w:r>
                  <w:rPr>
                    <w:rFonts w:cs="Times New Roman"/>
                    <w:color w:val="000000"/>
                  </w:rPr>
                  <w:t xml:space="preserve"> EST BALMA</w:t>
                </w:r>
              </w:p>
            </w:tc>
            <w:tc>
              <w:tcPr>
                <w:tcW w:w="3045" w:type="dxa"/>
              </w:tcPr>
              <w:p w14:paraId="3AB721BC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Du lundi au jeudi : </w:t>
                </w:r>
              </w:p>
              <w:p w14:paraId="1E960DB4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8h00-12h00 / 13h00-17h00 </w:t>
                </w:r>
              </w:p>
              <w:p w14:paraId="7D987526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Vendredi : 8h00-12h00 </w:t>
                </w:r>
              </w:p>
            </w:tc>
            <w:tc>
              <w:tcPr>
                <w:tcW w:w="3674" w:type="dxa"/>
              </w:tcPr>
              <w:p w14:paraId="5CD32CF0" w14:textId="2F282B26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Fiche </w:t>
                </w:r>
                <w:r>
                  <w:rPr>
                    <w:rFonts w:cs="Times New Roman"/>
                    <w:color w:val="000000"/>
                  </w:rPr>
                  <w:t>CPR</w:t>
                </w:r>
                <w:r w:rsidRPr="005526CA">
                  <w:rPr>
                    <w:rFonts w:cs="Times New Roman"/>
                    <w:color w:val="000000"/>
                  </w:rPr>
                  <w:t xml:space="preserve"> validée. </w:t>
                </w:r>
              </w:p>
              <w:p w14:paraId="2C6FD006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Carte nationale d’identité. </w:t>
                </w:r>
              </w:p>
              <w:p w14:paraId="588C520A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Papiers du véhicule à jour </w:t>
                </w:r>
              </w:p>
              <w:p w14:paraId="1A343E00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b/>
                    <w:bCs/>
                    <w:color w:val="000000"/>
                  </w:rPr>
                  <w:t xml:space="preserve">Prévenir le correspondant USID </w:t>
                </w:r>
              </w:p>
            </w:tc>
          </w:tr>
          <w:tr w:rsidR="00F10353" w:rsidRPr="005526CA" w14:paraId="6A026DDC" w14:textId="77777777" w:rsidTr="00EA0E3A">
            <w:trPr>
              <w:trHeight w:val="511"/>
            </w:trPr>
            <w:tc>
              <w:tcPr>
                <w:tcW w:w="304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14:paraId="389A292C" w14:textId="77777777" w:rsidR="00F10353" w:rsidRPr="00943AA1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943AA1">
                  <w:rPr>
                    <w:rFonts w:cs="Times New Roman"/>
                    <w:color w:val="000000"/>
                  </w:rPr>
                  <w:t xml:space="preserve">Casernement Balma Ballon </w:t>
                </w:r>
              </w:p>
              <w:p w14:paraId="0D2A5CBF" w14:textId="77777777" w:rsidR="00F10353" w:rsidRPr="00943AA1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943AA1">
                  <w:rPr>
                    <w:rFonts w:cs="Times New Roman"/>
                    <w:color w:val="000000"/>
                  </w:rPr>
                  <w:t xml:space="preserve">4 avenue Victor Hugo </w:t>
                </w:r>
              </w:p>
              <w:p w14:paraId="2D34C41C" w14:textId="77777777" w:rsidR="00F10353" w:rsidRPr="00943AA1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943AA1">
                  <w:rPr>
                    <w:rFonts w:cs="Times New Roman"/>
                    <w:color w:val="000000"/>
                  </w:rPr>
                  <w:t xml:space="preserve">31130 BALMA </w:t>
                </w:r>
              </w:p>
            </w:tc>
            <w:tc>
              <w:tcPr>
                <w:tcW w:w="175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C542CE7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11ème BP </w:t>
                </w:r>
              </w:p>
            </w:tc>
            <w:tc>
              <w:tcPr>
                <w:tcW w:w="304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6B65FFD" w14:textId="77777777" w:rsidR="00504788" w:rsidRPr="005526CA" w:rsidRDefault="00504788" w:rsidP="00504788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USID Toulouse </w:t>
                </w:r>
              </w:p>
              <w:p w14:paraId="00568C1D" w14:textId="7D8D4B51" w:rsidR="00F10353" w:rsidRPr="005526CA" w:rsidRDefault="00504788" w:rsidP="00504788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>Antenn</w:t>
                </w:r>
                <w:bookmarkStart w:id="0" w:name="_GoBack"/>
                <w:bookmarkEnd w:id="0"/>
                <w:r w:rsidRPr="005526CA">
                  <w:rPr>
                    <w:rFonts w:cs="Times New Roman"/>
                    <w:color w:val="000000"/>
                  </w:rPr>
                  <w:t>e de TOULOUSE</w:t>
                </w:r>
                <w:r>
                  <w:rPr>
                    <w:rFonts w:cs="Times New Roman"/>
                    <w:color w:val="000000"/>
                  </w:rPr>
                  <w:t xml:space="preserve"> EST BALMA</w:t>
                </w:r>
              </w:p>
            </w:tc>
            <w:tc>
              <w:tcPr>
                <w:tcW w:w="304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349EFF5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Du lundi au jeudi : </w:t>
                </w:r>
              </w:p>
              <w:p w14:paraId="16873F0F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8h00-12h00 / 13h00-17h00 </w:t>
                </w:r>
              </w:p>
              <w:p w14:paraId="5D8AD501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Vendredi : 8h00-12h00 </w:t>
                </w:r>
              </w:p>
            </w:tc>
            <w:tc>
              <w:tcPr>
                <w:tcW w:w="367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21A805B" w14:textId="72AD860E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Fiche </w:t>
                </w:r>
                <w:r>
                  <w:rPr>
                    <w:rFonts w:cs="Times New Roman"/>
                    <w:color w:val="000000"/>
                  </w:rPr>
                  <w:t>CPR</w:t>
                </w:r>
                <w:r w:rsidRPr="005526CA">
                  <w:rPr>
                    <w:rFonts w:cs="Times New Roman"/>
                    <w:color w:val="000000"/>
                  </w:rPr>
                  <w:t xml:space="preserve"> validée. </w:t>
                </w:r>
              </w:p>
              <w:p w14:paraId="3DBAEBD0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Carte nationale d’identité. </w:t>
                </w:r>
              </w:p>
              <w:p w14:paraId="46F572B6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Papiers du véhicule à jour </w:t>
                </w:r>
              </w:p>
              <w:p w14:paraId="513E9C63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Prévenir le correspondant USID </w:t>
                </w:r>
              </w:p>
            </w:tc>
          </w:tr>
          <w:tr w:rsidR="00F10353" w:rsidRPr="005526CA" w14:paraId="1BAE2DD8" w14:textId="77777777" w:rsidTr="00EA0E3A">
            <w:trPr>
              <w:trHeight w:val="511"/>
            </w:trPr>
            <w:tc>
              <w:tcPr>
                <w:tcW w:w="304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14:paraId="7A3D8056" w14:textId="77777777" w:rsidR="00F10353" w:rsidRPr="00943AA1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jc w:val="left"/>
                  <w:rPr>
                    <w:rFonts w:cs="Times New Roman"/>
                    <w:color w:val="000000"/>
                  </w:rPr>
                </w:pPr>
                <w:r w:rsidRPr="00943AA1">
                  <w:rPr>
                    <w:rFonts w:cs="Times New Roman"/>
                    <w:color w:val="000000"/>
                  </w:rPr>
                  <w:t xml:space="preserve">Site de </w:t>
                </w:r>
                <w:proofErr w:type="spellStart"/>
                <w:r w:rsidRPr="00943AA1">
                  <w:rPr>
                    <w:rFonts w:cs="Times New Roman"/>
                    <w:color w:val="000000"/>
                  </w:rPr>
                  <w:t>Roquemaurel</w:t>
                </w:r>
                <w:proofErr w:type="spellEnd"/>
                <w:r w:rsidRPr="00943AA1">
                  <w:rPr>
                    <w:rFonts w:cs="Times New Roman"/>
                    <w:color w:val="000000"/>
                  </w:rPr>
                  <w:t xml:space="preserve"> </w:t>
                </w:r>
              </w:p>
              <w:p w14:paraId="24716745" w14:textId="77777777" w:rsidR="00F10353" w:rsidRPr="00943AA1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943AA1">
                  <w:rPr>
                    <w:rFonts w:cs="Times New Roman"/>
                    <w:color w:val="000000"/>
                  </w:rPr>
                  <w:t xml:space="preserve">18 rue </w:t>
                </w:r>
                <w:proofErr w:type="spellStart"/>
                <w:r w:rsidRPr="00943AA1">
                  <w:rPr>
                    <w:rFonts w:cs="Times New Roman"/>
                    <w:color w:val="000000"/>
                  </w:rPr>
                  <w:t>Roquemaurel</w:t>
                </w:r>
                <w:proofErr w:type="spellEnd"/>
                <w:r w:rsidRPr="00943AA1">
                  <w:rPr>
                    <w:rFonts w:cs="Times New Roman"/>
                    <w:color w:val="000000"/>
                  </w:rPr>
                  <w:t xml:space="preserve"> </w:t>
                </w:r>
              </w:p>
              <w:p w14:paraId="2D9377A4" w14:textId="77777777" w:rsidR="00F10353" w:rsidRPr="00943AA1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943AA1">
                  <w:rPr>
                    <w:rFonts w:cs="Times New Roman"/>
                    <w:color w:val="000000"/>
                  </w:rPr>
                  <w:t xml:space="preserve">31000 TOULOUSE </w:t>
                </w:r>
              </w:p>
            </w:tc>
            <w:tc>
              <w:tcPr>
                <w:tcW w:w="175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D61A38D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GSBDD </w:t>
                </w:r>
              </w:p>
            </w:tc>
            <w:tc>
              <w:tcPr>
                <w:tcW w:w="304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2BC0CD9" w14:textId="77777777" w:rsidR="00504788" w:rsidRPr="005526CA" w:rsidRDefault="00504788" w:rsidP="00504788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USID Toulouse </w:t>
                </w:r>
              </w:p>
              <w:p w14:paraId="2FCCE4FE" w14:textId="7345B63F" w:rsidR="00F10353" w:rsidRPr="005526CA" w:rsidRDefault="00504788" w:rsidP="00504788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>Antenne de TOULOUSE</w:t>
                </w:r>
                <w:r>
                  <w:rPr>
                    <w:rFonts w:cs="Times New Roman"/>
                    <w:color w:val="000000"/>
                  </w:rPr>
                  <w:t xml:space="preserve"> EST BALMA</w:t>
                </w:r>
              </w:p>
            </w:tc>
            <w:tc>
              <w:tcPr>
                <w:tcW w:w="304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279C082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Du lundi au jeudi : </w:t>
                </w:r>
              </w:p>
              <w:p w14:paraId="73DB2C11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8h00-12h00 / 13h00-17h00 </w:t>
                </w:r>
              </w:p>
              <w:p w14:paraId="3A367725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Vendredi : 8h00-12h00 </w:t>
                </w:r>
              </w:p>
            </w:tc>
            <w:tc>
              <w:tcPr>
                <w:tcW w:w="367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685A0BB" w14:textId="4962C280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Fiche </w:t>
                </w:r>
                <w:r>
                  <w:rPr>
                    <w:rFonts w:cs="Times New Roman"/>
                    <w:color w:val="000000"/>
                  </w:rPr>
                  <w:t>CPR</w:t>
                </w:r>
                <w:r w:rsidRPr="005526CA">
                  <w:rPr>
                    <w:rFonts w:cs="Times New Roman"/>
                    <w:color w:val="000000"/>
                  </w:rPr>
                  <w:t xml:space="preserve"> validée. </w:t>
                </w:r>
              </w:p>
              <w:p w14:paraId="5F73FB0D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Carte nationale d’identité. </w:t>
                </w:r>
              </w:p>
              <w:p w14:paraId="7F7308BF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Papiers du véhicule à jour </w:t>
                </w:r>
              </w:p>
              <w:p w14:paraId="7B237E38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Prévenir le correspondant USID </w:t>
                </w:r>
              </w:p>
            </w:tc>
          </w:tr>
          <w:tr w:rsidR="00F10353" w:rsidRPr="005526CA" w14:paraId="41E9A995" w14:textId="77777777" w:rsidTr="00F10353">
            <w:trPr>
              <w:trHeight w:val="184"/>
            </w:trPr>
            <w:tc>
              <w:tcPr>
                <w:tcW w:w="14567" w:type="dxa"/>
                <w:gridSpan w:val="5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14:paraId="645C3EFF" w14:textId="65FFCCE4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</w:p>
            </w:tc>
          </w:tr>
          <w:tr w:rsidR="00F10353" w:rsidRPr="005526CA" w14:paraId="70D07C6B" w14:textId="77777777" w:rsidTr="00EA0E3A">
            <w:trPr>
              <w:trHeight w:val="511"/>
            </w:trPr>
            <w:tc>
              <w:tcPr>
                <w:tcW w:w="304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14:paraId="3E989B84" w14:textId="77777777" w:rsidR="00F10353" w:rsidRPr="00943AA1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943AA1">
                  <w:rPr>
                    <w:rFonts w:cs="Times New Roman"/>
                    <w:color w:val="000000"/>
                  </w:rPr>
                  <w:t xml:space="preserve">Caserne Teyssier </w:t>
                </w:r>
              </w:p>
              <w:p w14:paraId="7F92DE95" w14:textId="77777777" w:rsidR="00F10353" w:rsidRPr="00943AA1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943AA1">
                  <w:rPr>
                    <w:rFonts w:cs="Times New Roman"/>
                    <w:color w:val="000000"/>
                  </w:rPr>
                  <w:t xml:space="preserve">Rue Madeleine </w:t>
                </w:r>
              </w:p>
              <w:p w14:paraId="4071ECD8" w14:textId="77777777" w:rsidR="00F10353" w:rsidRPr="00943AA1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943AA1">
                  <w:rPr>
                    <w:rFonts w:cs="Times New Roman"/>
                    <w:color w:val="000000"/>
                  </w:rPr>
                  <w:t xml:space="preserve">81000 ALBI </w:t>
                </w:r>
              </w:p>
            </w:tc>
            <w:tc>
              <w:tcPr>
                <w:tcW w:w="175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97F7E7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DMD 81 </w:t>
                </w:r>
              </w:p>
            </w:tc>
            <w:tc>
              <w:tcPr>
                <w:tcW w:w="304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E1581D2" w14:textId="77777777" w:rsidR="00504788" w:rsidRPr="005526CA" w:rsidRDefault="00504788" w:rsidP="00504788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USID Toulouse </w:t>
                </w:r>
              </w:p>
              <w:p w14:paraId="10A68CCE" w14:textId="5AA1B2AC" w:rsidR="00F10353" w:rsidRPr="005526CA" w:rsidRDefault="00504788" w:rsidP="00504788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Antenne </w:t>
                </w:r>
                <w:r>
                  <w:rPr>
                    <w:rFonts w:cs="Times New Roman"/>
                    <w:color w:val="000000"/>
                  </w:rPr>
                  <w:t>de CASTRES</w:t>
                </w:r>
              </w:p>
            </w:tc>
            <w:tc>
              <w:tcPr>
                <w:tcW w:w="304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07482B1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Du lundi au jeudi : </w:t>
                </w:r>
              </w:p>
              <w:p w14:paraId="70C6A18E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8h00-12h00 / 13h00-17h00 </w:t>
                </w:r>
              </w:p>
              <w:p w14:paraId="0F30BBF3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Vendredi : 8h00-12h00 </w:t>
                </w:r>
              </w:p>
            </w:tc>
            <w:tc>
              <w:tcPr>
                <w:tcW w:w="367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BA71A63" w14:textId="28E9BD83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Fiche </w:t>
                </w:r>
                <w:r>
                  <w:rPr>
                    <w:rFonts w:cs="Times New Roman"/>
                    <w:color w:val="000000"/>
                  </w:rPr>
                  <w:t>CPR</w:t>
                </w:r>
                <w:r w:rsidRPr="005526CA">
                  <w:rPr>
                    <w:rFonts w:cs="Times New Roman"/>
                    <w:color w:val="000000"/>
                  </w:rPr>
                  <w:t xml:space="preserve"> validée. </w:t>
                </w:r>
              </w:p>
              <w:p w14:paraId="34AC4240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Carte nationale d’identité. </w:t>
                </w:r>
              </w:p>
              <w:p w14:paraId="4F765582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Papiers du véhicule à jour </w:t>
                </w:r>
              </w:p>
              <w:p w14:paraId="09BB4847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Prévenir le correspondant USID </w:t>
                </w:r>
              </w:p>
            </w:tc>
          </w:tr>
          <w:tr w:rsidR="00F10353" w:rsidRPr="00A209EC" w14:paraId="7714CF77" w14:textId="77777777" w:rsidTr="00EA0E3A">
            <w:trPr>
              <w:trHeight w:val="511"/>
            </w:trPr>
            <w:tc>
              <w:tcPr>
                <w:tcW w:w="304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14:paraId="094210A8" w14:textId="77777777" w:rsidR="00F10353" w:rsidRPr="00943AA1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943AA1">
                  <w:rPr>
                    <w:rFonts w:cs="Times New Roman"/>
                    <w:color w:val="000000"/>
                  </w:rPr>
                  <w:lastRenderedPageBreak/>
                  <w:t xml:space="preserve">Quartier Fayolle </w:t>
                </w:r>
              </w:p>
              <w:p w14:paraId="4685B334" w14:textId="77777777" w:rsidR="00F10353" w:rsidRPr="00943AA1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943AA1">
                  <w:rPr>
                    <w:rFonts w:cs="Times New Roman"/>
                    <w:color w:val="000000"/>
                  </w:rPr>
                  <w:t xml:space="preserve">Avenue Lieutenant </w:t>
                </w:r>
                <w:proofErr w:type="spellStart"/>
                <w:r w:rsidRPr="00943AA1">
                  <w:rPr>
                    <w:rFonts w:cs="Times New Roman"/>
                    <w:color w:val="000000"/>
                  </w:rPr>
                  <w:t>Desplats</w:t>
                </w:r>
                <w:proofErr w:type="spellEnd"/>
                <w:r w:rsidRPr="00943AA1">
                  <w:rPr>
                    <w:rFonts w:cs="Times New Roman"/>
                    <w:color w:val="000000"/>
                  </w:rPr>
                  <w:t xml:space="preserve"> </w:t>
                </w:r>
              </w:p>
              <w:p w14:paraId="1238B83F" w14:textId="77777777" w:rsidR="00F10353" w:rsidRPr="00943AA1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943AA1">
                  <w:rPr>
                    <w:rFonts w:cs="Times New Roman"/>
                    <w:color w:val="000000"/>
                  </w:rPr>
                  <w:t xml:space="preserve">81100 CASTRES </w:t>
                </w:r>
              </w:p>
            </w:tc>
            <w:tc>
              <w:tcPr>
                <w:tcW w:w="175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5010103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8ème RPIMA </w:t>
                </w:r>
              </w:p>
            </w:tc>
            <w:tc>
              <w:tcPr>
                <w:tcW w:w="304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2908571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USID Toulouse </w:t>
                </w:r>
              </w:p>
              <w:p w14:paraId="6D5C001D" w14:textId="44DE7250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Antenne de CASTRES </w:t>
                </w:r>
              </w:p>
            </w:tc>
            <w:tc>
              <w:tcPr>
                <w:tcW w:w="304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D7D3DFC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Du lundi au jeudi : </w:t>
                </w:r>
              </w:p>
              <w:p w14:paraId="48BFEAA7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8h00-12h00 / 13h00-17h00 </w:t>
                </w:r>
              </w:p>
              <w:p w14:paraId="0599D71F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Vendredi : 8h00-12h00 </w:t>
                </w:r>
              </w:p>
            </w:tc>
            <w:tc>
              <w:tcPr>
                <w:tcW w:w="367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9DE7A8D" w14:textId="78C4DDF4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Fiche </w:t>
                </w:r>
                <w:r>
                  <w:rPr>
                    <w:rFonts w:cs="Times New Roman"/>
                    <w:color w:val="000000"/>
                  </w:rPr>
                  <w:t>CPR</w:t>
                </w:r>
                <w:r w:rsidRPr="005526CA">
                  <w:rPr>
                    <w:rFonts w:cs="Times New Roman"/>
                    <w:color w:val="000000"/>
                  </w:rPr>
                  <w:t xml:space="preserve"> validée. </w:t>
                </w:r>
              </w:p>
              <w:p w14:paraId="67107F90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Carte nationale d’identité. </w:t>
                </w:r>
              </w:p>
              <w:p w14:paraId="7EFA9964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Papiers du véhicule à jour </w:t>
                </w:r>
              </w:p>
              <w:p w14:paraId="6EDB889D" w14:textId="77777777" w:rsidR="00F10353" w:rsidRPr="00A209EC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b/>
                    <w:color w:val="000000"/>
                  </w:rPr>
                </w:pPr>
                <w:r w:rsidRPr="00A209EC">
                  <w:rPr>
                    <w:rFonts w:cs="Times New Roman"/>
                    <w:b/>
                    <w:color w:val="000000"/>
                  </w:rPr>
                  <w:t xml:space="preserve">Prévenir le correspondant USID </w:t>
                </w:r>
              </w:p>
            </w:tc>
          </w:tr>
          <w:tr w:rsidR="00F10353" w:rsidRPr="00A209EC" w14:paraId="4E480EDE" w14:textId="77777777" w:rsidTr="00EA0E3A">
            <w:trPr>
              <w:trHeight w:val="511"/>
            </w:trPr>
            <w:tc>
              <w:tcPr>
                <w:tcW w:w="304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14:paraId="7467FFBD" w14:textId="77777777" w:rsidR="00F10353" w:rsidRPr="00943AA1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943AA1">
                  <w:rPr>
                    <w:rFonts w:cs="Times New Roman"/>
                    <w:color w:val="000000"/>
                  </w:rPr>
                  <w:t xml:space="preserve">Champ de manœuvre de </w:t>
                </w:r>
                <w:proofErr w:type="spellStart"/>
                <w:r w:rsidRPr="00943AA1">
                  <w:rPr>
                    <w:rFonts w:cs="Times New Roman"/>
                    <w:color w:val="000000"/>
                  </w:rPr>
                  <w:t>Lardaillé</w:t>
                </w:r>
                <w:proofErr w:type="spellEnd"/>
                <w:r w:rsidRPr="00943AA1">
                  <w:rPr>
                    <w:rFonts w:cs="Times New Roman"/>
                    <w:color w:val="000000"/>
                  </w:rPr>
                  <w:t xml:space="preserve"> </w:t>
                </w:r>
              </w:p>
              <w:p w14:paraId="54CAEB12" w14:textId="77777777" w:rsidR="00F10353" w:rsidRPr="00943AA1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943AA1">
                  <w:rPr>
                    <w:rFonts w:cs="Times New Roman"/>
                    <w:color w:val="000000"/>
                  </w:rPr>
                  <w:t xml:space="preserve">Rue Ernest Barthe </w:t>
                </w:r>
              </w:p>
              <w:p w14:paraId="07A903A9" w14:textId="77777777" w:rsidR="00F10353" w:rsidRPr="00943AA1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943AA1">
                  <w:rPr>
                    <w:rFonts w:cs="Times New Roman"/>
                    <w:color w:val="000000"/>
                  </w:rPr>
                  <w:t xml:space="preserve">81100 CASTRES </w:t>
                </w:r>
              </w:p>
            </w:tc>
            <w:tc>
              <w:tcPr>
                <w:tcW w:w="175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9FE1001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8ème RPIMA </w:t>
                </w:r>
              </w:p>
            </w:tc>
            <w:tc>
              <w:tcPr>
                <w:tcW w:w="304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2B8FD9C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USID Toulouse </w:t>
                </w:r>
              </w:p>
              <w:p w14:paraId="2DE61E44" w14:textId="251F5105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Antenne de CASTRES </w:t>
                </w:r>
              </w:p>
            </w:tc>
            <w:tc>
              <w:tcPr>
                <w:tcW w:w="304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023F350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Du lundi au jeudi : </w:t>
                </w:r>
              </w:p>
              <w:p w14:paraId="2E3A3162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8h00-12h00 / 13h00-17h00 </w:t>
                </w:r>
              </w:p>
              <w:p w14:paraId="0985570B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Vendredi : 8h00-12h00 </w:t>
                </w:r>
              </w:p>
            </w:tc>
            <w:tc>
              <w:tcPr>
                <w:tcW w:w="367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B68FDB0" w14:textId="617D457E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Fiche </w:t>
                </w:r>
                <w:r>
                  <w:rPr>
                    <w:rFonts w:cs="Times New Roman"/>
                    <w:color w:val="000000"/>
                  </w:rPr>
                  <w:t>CPR</w:t>
                </w:r>
                <w:r w:rsidRPr="005526CA">
                  <w:rPr>
                    <w:rFonts w:cs="Times New Roman"/>
                    <w:color w:val="000000"/>
                  </w:rPr>
                  <w:t xml:space="preserve"> validée. </w:t>
                </w:r>
              </w:p>
              <w:p w14:paraId="65D927B8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Carte nationale d’identité. </w:t>
                </w:r>
              </w:p>
              <w:p w14:paraId="56D5B56E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Papiers du véhicule à jour </w:t>
                </w:r>
              </w:p>
              <w:p w14:paraId="5F9E12E7" w14:textId="77777777" w:rsidR="00F10353" w:rsidRPr="00A209EC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b/>
                    <w:color w:val="000000"/>
                  </w:rPr>
                </w:pPr>
                <w:r w:rsidRPr="00A209EC">
                  <w:rPr>
                    <w:rFonts w:cs="Times New Roman"/>
                    <w:b/>
                    <w:color w:val="000000"/>
                  </w:rPr>
                  <w:t xml:space="preserve">Prévenir le correspondant USID </w:t>
                </w:r>
              </w:p>
            </w:tc>
          </w:tr>
          <w:tr w:rsidR="00F10353" w:rsidRPr="00A209EC" w14:paraId="269BEB85" w14:textId="77777777" w:rsidTr="00EA0E3A">
            <w:trPr>
              <w:trHeight w:val="511"/>
            </w:trPr>
            <w:tc>
              <w:tcPr>
                <w:tcW w:w="304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14:paraId="3D6F4A84" w14:textId="77777777" w:rsidR="00F10353" w:rsidRPr="00943AA1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943AA1">
                  <w:rPr>
                    <w:rFonts w:cs="Times New Roman"/>
                    <w:color w:val="000000"/>
                  </w:rPr>
                  <w:t xml:space="preserve">Hotel </w:t>
                </w:r>
                <w:proofErr w:type="spellStart"/>
                <w:r w:rsidRPr="00943AA1">
                  <w:rPr>
                    <w:rFonts w:cs="Times New Roman"/>
                    <w:color w:val="000000"/>
                  </w:rPr>
                  <w:t>Beaudecourt</w:t>
                </w:r>
                <w:proofErr w:type="spellEnd"/>
                <w:r w:rsidRPr="00943AA1">
                  <w:rPr>
                    <w:rFonts w:cs="Times New Roman"/>
                    <w:color w:val="000000"/>
                  </w:rPr>
                  <w:t xml:space="preserve"> </w:t>
                </w:r>
              </w:p>
              <w:p w14:paraId="718A8B0F" w14:textId="77777777" w:rsidR="00F10353" w:rsidRPr="00943AA1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943AA1">
                  <w:rPr>
                    <w:rFonts w:cs="Times New Roman"/>
                    <w:color w:val="000000"/>
                  </w:rPr>
                  <w:t xml:space="preserve">1 rue </w:t>
                </w:r>
                <w:proofErr w:type="spellStart"/>
                <w:r w:rsidRPr="00943AA1">
                  <w:rPr>
                    <w:rFonts w:cs="Times New Roman"/>
                    <w:color w:val="000000"/>
                  </w:rPr>
                  <w:t>Beaudecourt</w:t>
                </w:r>
                <w:proofErr w:type="spellEnd"/>
                <w:r w:rsidRPr="00943AA1">
                  <w:rPr>
                    <w:rFonts w:cs="Times New Roman"/>
                    <w:color w:val="000000"/>
                  </w:rPr>
                  <w:t xml:space="preserve"> </w:t>
                </w:r>
              </w:p>
              <w:p w14:paraId="6B05A7DF" w14:textId="77777777" w:rsidR="00F10353" w:rsidRPr="00943AA1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943AA1">
                  <w:rPr>
                    <w:rFonts w:cs="Times New Roman"/>
                    <w:color w:val="000000"/>
                  </w:rPr>
                  <w:t xml:space="preserve">81100 CASTRES </w:t>
                </w:r>
              </w:p>
            </w:tc>
            <w:tc>
              <w:tcPr>
                <w:tcW w:w="175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30605BB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GSBDD </w:t>
                </w:r>
              </w:p>
            </w:tc>
            <w:tc>
              <w:tcPr>
                <w:tcW w:w="304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916AA2E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USID Toulouse </w:t>
                </w:r>
              </w:p>
              <w:p w14:paraId="658B78FB" w14:textId="090D42D0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Antenne de CASTRES </w:t>
                </w:r>
              </w:p>
            </w:tc>
            <w:tc>
              <w:tcPr>
                <w:tcW w:w="304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2AD1FF5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Du lundi au jeudi : </w:t>
                </w:r>
              </w:p>
              <w:p w14:paraId="36AFCDA0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8h00-12h00 / 13h00-17h00 </w:t>
                </w:r>
              </w:p>
              <w:p w14:paraId="117041E1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Vendredi : 8h00-12h00 </w:t>
                </w:r>
              </w:p>
            </w:tc>
            <w:tc>
              <w:tcPr>
                <w:tcW w:w="367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A9C048C" w14:textId="2E4C0E1D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Fiche </w:t>
                </w:r>
                <w:r>
                  <w:rPr>
                    <w:rFonts w:cs="Times New Roman"/>
                    <w:color w:val="000000"/>
                  </w:rPr>
                  <w:t>CPR</w:t>
                </w:r>
                <w:r w:rsidRPr="005526CA">
                  <w:rPr>
                    <w:rFonts w:cs="Times New Roman"/>
                    <w:color w:val="000000"/>
                  </w:rPr>
                  <w:t xml:space="preserve"> validée. </w:t>
                </w:r>
              </w:p>
              <w:p w14:paraId="6E671DFD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Carte nationale d’identité. </w:t>
                </w:r>
              </w:p>
              <w:p w14:paraId="04F6566B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Papiers du véhicule à jour </w:t>
                </w:r>
              </w:p>
              <w:p w14:paraId="795E02BC" w14:textId="77777777" w:rsidR="00F10353" w:rsidRPr="00A209EC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b/>
                    <w:color w:val="000000"/>
                  </w:rPr>
                </w:pPr>
                <w:r w:rsidRPr="00A209EC">
                  <w:rPr>
                    <w:rFonts w:cs="Times New Roman"/>
                    <w:b/>
                    <w:color w:val="000000"/>
                  </w:rPr>
                  <w:t xml:space="preserve">Prévenir le correspondant USID </w:t>
                </w:r>
              </w:p>
            </w:tc>
          </w:tr>
          <w:tr w:rsidR="00F10353" w:rsidRPr="00A209EC" w14:paraId="53D18B34" w14:textId="77777777" w:rsidTr="00EA0E3A">
            <w:trPr>
              <w:trHeight w:val="511"/>
            </w:trPr>
            <w:tc>
              <w:tcPr>
                <w:tcW w:w="304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14:paraId="46A725A8" w14:textId="77777777" w:rsidR="00F10353" w:rsidRPr="00943AA1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943AA1">
                  <w:rPr>
                    <w:rFonts w:cs="Times New Roman"/>
                    <w:color w:val="000000"/>
                  </w:rPr>
                  <w:t xml:space="preserve">ETAMAT Muret GT1 </w:t>
                </w:r>
              </w:p>
              <w:p w14:paraId="155C7DCB" w14:textId="77777777" w:rsidR="00F10353" w:rsidRPr="00943AA1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943AA1">
                  <w:rPr>
                    <w:rFonts w:cs="Times New Roman"/>
                    <w:color w:val="000000"/>
                  </w:rPr>
                  <w:t xml:space="preserve">Lieu-dit camp du Causse </w:t>
                </w:r>
              </w:p>
              <w:p w14:paraId="18528D78" w14:textId="77777777" w:rsidR="00F10353" w:rsidRPr="00943AA1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943AA1">
                  <w:rPr>
                    <w:rFonts w:cs="Times New Roman"/>
                    <w:color w:val="000000"/>
                  </w:rPr>
                  <w:t xml:space="preserve">81090 LAGARRIGUE </w:t>
                </w:r>
              </w:p>
            </w:tc>
            <w:tc>
              <w:tcPr>
                <w:tcW w:w="175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209FB54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8ème RPIMA </w:t>
                </w:r>
              </w:p>
            </w:tc>
            <w:tc>
              <w:tcPr>
                <w:tcW w:w="304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FB8AF9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USID Toulouse </w:t>
                </w:r>
              </w:p>
              <w:p w14:paraId="240F5AE9" w14:textId="61D25639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Antenne </w:t>
                </w:r>
                <w:r w:rsidR="00504788">
                  <w:rPr>
                    <w:rFonts w:cs="Times New Roman"/>
                    <w:color w:val="000000"/>
                  </w:rPr>
                  <w:t>d</w:t>
                </w:r>
                <w:r w:rsidRPr="005526CA">
                  <w:rPr>
                    <w:rFonts w:cs="Times New Roman"/>
                    <w:color w:val="000000"/>
                  </w:rPr>
                  <w:t xml:space="preserve">e CASTRES </w:t>
                </w:r>
              </w:p>
            </w:tc>
            <w:tc>
              <w:tcPr>
                <w:tcW w:w="304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C1F580F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Du lundi au jeudi : </w:t>
                </w:r>
              </w:p>
              <w:p w14:paraId="59823939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8h00-12h00 / 13h00-17h00 </w:t>
                </w:r>
              </w:p>
              <w:p w14:paraId="73DA309F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Vendredi : 8h00-12h00 </w:t>
                </w:r>
              </w:p>
            </w:tc>
            <w:tc>
              <w:tcPr>
                <w:tcW w:w="367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48839B4" w14:textId="6D01DD01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Fiche </w:t>
                </w:r>
                <w:r>
                  <w:rPr>
                    <w:rFonts w:cs="Times New Roman"/>
                    <w:color w:val="000000"/>
                  </w:rPr>
                  <w:t>CPR</w:t>
                </w:r>
                <w:r w:rsidRPr="005526CA">
                  <w:rPr>
                    <w:rFonts w:cs="Times New Roman"/>
                    <w:color w:val="000000"/>
                  </w:rPr>
                  <w:t xml:space="preserve"> validée. </w:t>
                </w:r>
              </w:p>
              <w:p w14:paraId="491A5E45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Carte nationale d’identité. </w:t>
                </w:r>
              </w:p>
              <w:p w14:paraId="139F5988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Papiers du véhicule à jour </w:t>
                </w:r>
              </w:p>
              <w:p w14:paraId="633A6F6D" w14:textId="77777777" w:rsidR="00F10353" w:rsidRPr="00A209EC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b/>
                    <w:color w:val="000000"/>
                  </w:rPr>
                </w:pPr>
                <w:r w:rsidRPr="00A209EC">
                  <w:rPr>
                    <w:rFonts w:cs="Times New Roman"/>
                    <w:b/>
                    <w:color w:val="000000"/>
                  </w:rPr>
                  <w:t xml:space="preserve">Prévenir le correspondant USID </w:t>
                </w:r>
              </w:p>
            </w:tc>
          </w:tr>
          <w:tr w:rsidR="00F10353" w:rsidRPr="00A209EC" w14:paraId="4D63BEAA" w14:textId="77777777" w:rsidTr="00EA0E3A">
            <w:trPr>
              <w:trHeight w:val="511"/>
            </w:trPr>
            <w:tc>
              <w:tcPr>
                <w:tcW w:w="304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14:paraId="28D6253B" w14:textId="77777777" w:rsidR="00F10353" w:rsidRPr="00943AA1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943AA1">
                  <w:rPr>
                    <w:rFonts w:cs="Times New Roman"/>
                    <w:color w:val="000000"/>
                  </w:rPr>
                  <w:t>Champ de tir du Causse</w:t>
                </w:r>
              </w:p>
              <w:p w14:paraId="3A5F0C05" w14:textId="77777777" w:rsidR="00F10353" w:rsidRPr="00943AA1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943AA1">
                  <w:rPr>
                    <w:rFonts w:cs="Times New Roman"/>
                    <w:color w:val="000000"/>
                  </w:rPr>
                  <w:t>Lieu-dit camp du Causse 81090 LAGARRIGUE</w:t>
                </w:r>
              </w:p>
            </w:tc>
            <w:tc>
              <w:tcPr>
                <w:tcW w:w="175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B5CEF82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A209EC">
                  <w:rPr>
                    <w:rFonts w:cs="Times New Roman"/>
                    <w:color w:val="000000"/>
                  </w:rPr>
                  <w:t>8ème RPIMA</w:t>
                </w:r>
              </w:p>
            </w:tc>
            <w:tc>
              <w:tcPr>
                <w:tcW w:w="304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75D4A4E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USID Toulouse </w:t>
                </w:r>
              </w:p>
              <w:p w14:paraId="00F88AC0" w14:textId="28363E0D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Antenne de CASTRES </w:t>
                </w:r>
              </w:p>
            </w:tc>
            <w:tc>
              <w:tcPr>
                <w:tcW w:w="304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9EF9741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Du lundi au jeudi : </w:t>
                </w:r>
              </w:p>
              <w:p w14:paraId="578A7899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8h00-12h00 / 13h00-17h00 </w:t>
                </w:r>
              </w:p>
              <w:p w14:paraId="76415EAB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Vendredi : 8h00-12h00 </w:t>
                </w:r>
              </w:p>
            </w:tc>
            <w:tc>
              <w:tcPr>
                <w:tcW w:w="367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4D9C533" w14:textId="3BE502BB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Fiche </w:t>
                </w:r>
                <w:r>
                  <w:rPr>
                    <w:rFonts w:cs="Times New Roman"/>
                    <w:color w:val="000000"/>
                  </w:rPr>
                  <w:t>CPR</w:t>
                </w:r>
                <w:r w:rsidRPr="005526CA">
                  <w:rPr>
                    <w:rFonts w:cs="Times New Roman"/>
                    <w:color w:val="000000"/>
                  </w:rPr>
                  <w:t xml:space="preserve"> validée. </w:t>
                </w:r>
              </w:p>
              <w:p w14:paraId="716F11C3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Carte nationale d’identité. </w:t>
                </w:r>
              </w:p>
              <w:p w14:paraId="4D0956AE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Papiers du véhicule à jour </w:t>
                </w:r>
              </w:p>
              <w:p w14:paraId="7A4F4054" w14:textId="77777777" w:rsidR="00F10353" w:rsidRPr="00A209EC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b/>
                    <w:color w:val="000000"/>
                  </w:rPr>
                </w:pPr>
                <w:r w:rsidRPr="00A209EC">
                  <w:rPr>
                    <w:rFonts w:cs="Times New Roman"/>
                    <w:b/>
                    <w:color w:val="000000"/>
                  </w:rPr>
                  <w:t xml:space="preserve">Prévenir le correspondant USID </w:t>
                </w:r>
              </w:p>
            </w:tc>
          </w:tr>
          <w:tr w:rsidR="00F10353" w:rsidRPr="00A209EC" w14:paraId="5D3DC347" w14:textId="77777777" w:rsidTr="00EA0E3A">
            <w:trPr>
              <w:trHeight w:val="511"/>
            </w:trPr>
            <w:tc>
              <w:tcPr>
                <w:tcW w:w="304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14:paraId="06966C2F" w14:textId="77777777" w:rsidR="00F10353" w:rsidRPr="00943AA1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943AA1">
                  <w:rPr>
                    <w:rFonts w:cs="Times New Roman"/>
                    <w:color w:val="000000"/>
                  </w:rPr>
                  <w:t xml:space="preserve">Station </w:t>
                </w:r>
                <w:proofErr w:type="spellStart"/>
                <w:r w:rsidRPr="00943AA1">
                  <w:rPr>
                    <w:rFonts w:cs="Times New Roman"/>
                    <w:color w:val="000000"/>
                  </w:rPr>
                  <w:t>tropospherique</w:t>
                </w:r>
                <w:proofErr w:type="spellEnd"/>
                <w:r w:rsidRPr="00943AA1">
                  <w:rPr>
                    <w:rFonts w:cs="Times New Roman"/>
                    <w:color w:val="000000"/>
                  </w:rPr>
                  <w:t xml:space="preserve"> à Puech de </w:t>
                </w:r>
                <w:proofErr w:type="spellStart"/>
                <w:r w:rsidRPr="00943AA1">
                  <w:rPr>
                    <w:rFonts w:cs="Times New Roman"/>
                    <w:color w:val="000000"/>
                  </w:rPr>
                  <w:t>Rascas</w:t>
                </w:r>
                <w:proofErr w:type="spellEnd"/>
                <w:r w:rsidRPr="00943AA1">
                  <w:rPr>
                    <w:rFonts w:cs="Times New Roman"/>
                    <w:color w:val="000000"/>
                  </w:rPr>
                  <w:t xml:space="preserve"> </w:t>
                </w:r>
              </w:p>
              <w:p w14:paraId="53C0F42E" w14:textId="77777777" w:rsidR="00F10353" w:rsidRPr="00943AA1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943AA1">
                  <w:rPr>
                    <w:rFonts w:cs="Times New Roman"/>
                    <w:color w:val="000000"/>
                  </w:rPr>
                  <w:t xml:space="preserve">Lieu-dit Puech de </w:t>
                </w:r>
                <w:proofErr w:type="spellStart"/>
                <w:r w:rsidRPr="00943AA1">
                  <w:rPr>
                    <w:rFonts w:cs="Times New Roman"/>
                    <w:color w:val="000000"/>
                  </w:rPr>
                  <w:t>Rascas</w:t>
                </w:r>
                <w:proofErr w:type="spellEnd"/>
                <w:r w:rsidRPr="00943AA1">
                  <w:rPr>
                    <w:rFonts w:cs="Times New Roman"/>
                    <w:color w:val="000000"/>
                  </w:rPr>
                  <w:t xml:space="preserve"> </w:t>
                </w:r>
              </w:p>
              <w:p w14:paraId="2C646FE4" w14:textId="77777777" w:rsidR="00F10353" w:rsidRPr="00943AA1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943AA1">
                  <w:rPr>
                    <w:rFonts w:cs="Times New Roman"/>
                    <w:color w:val="000000"/>
                  </w:rPr>
                  <w:t xml:space="preserve">81230 LACAUNE </w:t>
                </w:r>
              </w:p>
            </w:tc>
            <w:tc>
              <w:tcPr>
                <w:tcW w:w="175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2535E0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DIRISI </w:t>
                </w:r>
              </w:p>
            </w:tc>
            <w:tc>
              <w:tcPr>
                <w:tcW w:w="304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290A71E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USID Toulouse </w:t>
                </w:r>
              </w:p>
              <w:p w14:paraId="42681472" w14:textId="3D9326F1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Antenne de CASTRES </w:t>
                </w:r>
              </w:p>
            </w:tc>
            <w:tc>
              <w:tcPr>
                <w:tcW w:w="304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E53E7E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Du lundi au jeudi : </w:t>
                </w:r>
              </w:p>
              <w:p w14:paraId="4E9B42E3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8h00-12h00 / 13h00-17h00 </w:t>
                </w:r>
              </w:p>
              <w:p w14:paraId="3561D382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Vendredi : 8h00-12h00 </w:t>
                </w:r>
              </w:p>
            </w:tc>
            <w:tc>
              <w:tcPr>
                <w:tcW w:w="367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4FC024A" w14:textId="219F9004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Fiche </w:t>
                </w:r>
                <w:r>
                  <w:rPr>
                    <w:rFonts w:cs="Times New Roman"/>
                    <w:color w:val="000000"/>
                  </w:rPr>
                  <w:t>CPR</w:t>
                </w:r>
                <w:r w:rsidRPr="005526CA">
                  <w:rPr>
                    <w:rFonts w:cs="Times New Roman"/>
                    <w:color w:val="000000"/>
                  </w:rPr>
                  <w:t xml:space="preserve"> validée. </w:t>
                </w:r>
              </w:p>
              <w:p w14:paraId="52F07F1D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Carte nationale d’identité. </w:t>
                </w:r>
              </w:p>
              <w:p w14:paraId="6F495825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Papiers du véhicule à jour </w:t>
                </w:r>
              </w:p>
              <w:p w14:paraId="6BC770C2" w14:textId="77777777" w:rsidR="00F10353" w:rsidRPr="00A209EC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b/>
                    <w:color w:val="000000"/>
                  </w:rPr>
                </w:pPr>
                <w:r w:rsidRPr="00A209EC">
                  <w:rPr>
                    <w:rFonts w:cs="Times New Roman"/>
                    <w:b/>
                    <w:color w:val="000000"/>
                  </w:rPr>
                  <w:t xml:space="preserve">Prévenir le correspondant USID </w:t>
                </w:r>
              </w:p>
            </w:tc>
          </w:tr>
          <w:tr w:rsidR="00F10353" w:rsidRPr="00A209EC" w14:paraId="5AAEA8E7" w14:textId="77777777" w:rsidTr="00EA0E3A">
            <w:trPr>
              <w:trHeight w:val="511"/>
            </w:trPr>
            <w:tc>
              <w:tcPr>
                <w:tcW w:w="304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14:paraId="25795DED" w14:textId="77777777" w:rsidR="00F10353" w:rsidRPr="00943AA1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943AA1">
                  <w:rPr>
                    <w:rFonts w:cs="Times New Roman"/>
                    <w:color w:val="000000"/>
                  </w:rPr>
                  <w:t xml:space="preserve">Station pic </w:t>
                </w:r>
                <w:proofErr w:type="spellStart"/>
                <w:r w:rsidRPr="00943AA1">
                  <w:rPr>
                    <w:rFonts w:cs="Times New Roman"/>
                    <w:color w:val="000000"/>
                  </w:rPr>
                  <w:t>Montgrand</w:t>
                </w:r>
                <w:proofErr w:type="spellEnd"/>
                <w:r w:rsidRPr="00943AA1">
                  <w:rPr>
                    <w:rFonts w:cs="Times New Roman"/>
                    <w:color w:val="000000"/>
                  </w:rPr>
                  <w:t xml:space="preserve"> – Lacaune </w:t>
                </w:r>
              </w:p>
              <w:p w14:paraId="3C150C7D" w14:textId="77777777" w:rsidR="00F10353" w:rsidRPr="00943AA1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943AA1">
                  <w:rPr>
                    <w:rFonts w:cs="Times New Roman"/>
                    <w:color w:val="000000"/>
                  </w:rPr>
                  <w:t xml:space="preserve">Lieu-dit Pic de </w:t>
                </w:r>
                <w:proofErr w:type="spellStart"/>
                <w:r w:rsidRPr="00943AA1">
                  <w:rPr>
                    <w:rFonts w:cs="Times New Roman"/>
                    <w:color w:val="000000"/>
                  </w:rPr>
                  <w:t>Montgrand</w:t>
                </w:r>
                <w:proofErr w:type="spellEnd"/>
                <w:r w:rsidRPr="00943AA1">
                  <w:rPr>
                    <w:rFonts w:cs="Times New Roman"/>
                    <w:color w:val="000000"/>
                  </w:rPr>
                  <w:t xml:space="preserve"> </w:t>
                </w:r>
              </w:p>
              <w:p w14:paraId="0E8CE484" w14:textId="77777777" w:rsidR="00F10353" w:rsidRPr="00943AA1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943AA1">
                  <w:rPr>
                    <w:rFonts w:cs="Times New Roman"/>
                    <w:color w:val="000000"/>
                  </w:rPr>
                  <w:t xml:space="preserve">81230 LACAUNE </w:t>
                </w:r>
              </w:p>
            </w:tc>
            <w:tc>
              <w:tcPr>
                <w:tcW w:w="175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E274BE8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DIRISI </w:t>
                </w:r>
              </w:p>
            </w:tc>
            <w:tc>
              <w:tcPr>
                <w:tcW w:w="304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497E6B6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USID Toulouse </w:t>
                </w:r>
              </w:p>
              <w:p w14:paraId="627AAF61" w14:textId="15D8D7E4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Antenne de CASTRES </w:t>
                </w:r>
              </w:p>
            </w:tc>
            <w:tc>
              <w:tcPr>
                <w:tcW w:w="304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7A6FF39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Du lundi au jeudi : </w:t>
                </w:r>
              </w:p>
              <w:p w14:paraId="7C99DF28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8h00-12h00 / 13h00-17h00 </w:t>
                </w:r>
              </w:p>
              <w:p w14:paraId="3612FD3D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Vendredi : 8h00-12h00 </w:t>
                </w:r>
              </w:p>
            </w:tc>
            <w:tc>
              <w:tcPr>
                <w:tcW w:w="367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189E2CE" w14:textId="10B9308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Fiche </w:t>
                </w:r>
                <w:r>
                  <w:rPr>
                    <w:rFonts w:cs="Times New Roman"/>
                    <w:color w:val="000000"/>
                  </w:rPr>
                  <w:t>CPR</w:t>
                </w:r>
                <w:r w:rsidRPr="005526CA">
                  <w:rPr>
                    <w:rFonts w:cs="Times New Roman"/>
                    <w:color w:val="000000"/>
                  </w:rPr>
                  <w:t xml:space="preserve"> validée. </w:t>
                </w:r>
              </w:p>
              <w:p w14:paraId="71CEC3E9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Carte nationale d’identité. </w:t>
                </w:r>
              </w:p>
              <w:p w14:paraId="243EC200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Papiers du véhicule à jour </w:t>
                </w:r>
              </w:p>
              <w:p w14:paraId="16A53353" w14:textId="77777777" w:rsidR="00F10353" w:rsidRPr="00A209EC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b/>
                    <w:color w:val="000000"/>
                  </w:rPr>
                </w:pPr>
                <w:r w:rsidRPr="00A209EC">
                  <w:rPr>
                    <w:rFonts w:cs="Times New Roman"/>
                    <w:b/>
                    <w:color w:val="000000"/>
                  </w:rPr>
                  <w:t xml:space="preserve">Prévenir le correspondant USID </w:t>
                </w:r>
              </w:p>
            </w:tc>
          </w:tr>
          <w:tr w:rsidR="00F10353" w:rsidRPr="00A209EC" w14:paraId="05BB5EEA" w14:textId="77777777" w:rsidTr="00EA0E3A">
            <w:trPr>
              <w:trHeight w:val="511"/>
            </w:trPr>
            <w:tc>
              <w:tcPr>
                <w:tcW w:w="304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14:paraId="79929722" w14:textId="77777777" w:rsidR="00F10353" w:rsidRPr="00943AA1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943AA1">
                  <w:rPr>
                    <w:rFonts w:cs="Times New Roman"/>
                    <w:color w:val="000000"/>
                  </w:rPr>
                  <w:t xml:space="preserve">Garage-station </w:t>
                </w:r>
                <w:proofErr w:type="spellStart"/>
                <w:proofErr w:type="gramStart"/>
                <w:r w:rsidRPr="00943AA1">
                  <w:rPr>
                    <w:rFonts w:cs="Times New Roman"/>
                    <w:color w:val="000000"/>
                  </w:rPr>
                  <w:t>tropos.Puech</w:t>
                </w:r>
                <w:proofErr w:type="spellEnd"/>
                <w:proofErr w:type="gramEnd"/>
                <w:r w:rsidRPr="00943AA1">
                  <w:rPr>
                    <w:rFonts w:cs="Times New Roman"/>
                    <w:color w:val="000000"/>
                  </w:rPr>
                  <w:t xml:space="preserve"> de </w:t>
                </w:r>
                <w:proofErr w:type="spellStart"/>
                <w:r w:rsidRPr="00943AA1">
                  <w:rPr>
                    <w:rFonts w:cs="Times New Roman"/>
                    <w:color w:val="000000"/>
                  </w:rPr>
                  <w:t>Rascas</w:t>
                </w:r>
                <w:proofErr w:type="spellEnd"/>
                <w:r w:rsidRPr="00943AA1">
                  <w:rPr>
                    <w:rFonts w:cs="Times New Roman"/>
                    <w:color w:val="000000"/>
                  </w:rPr>
                  <w:t xml:space="preserve"> </w:t>
                </w:r>
              </w:p>
              <w:p w14:paraId="07BCDECD" w14:textId="77777777" w:rsidR="00F10353" w:rsidRPr="00943AA1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943AA1">
                  <w:rPr>
                    <w:rFonts w:cs="Times New Roman"/>
                    <w:color w:val="000000"/>
                  </w:rPr>
                  <w:t xml:space="preserve">Lieu-dit les </w:t>
                </w:r>
                <w:proofErr w:type="spellStart"/>
                <w:r w:rsidRPr="00943AA1">
                  <w:rPr>
                    <w:rFonts w:cs="Times New Roman"/>
                    <w:color w:val="000000"/>
                  </w:rPr>
                  <w:t>Vidals</w:t>
                </w:r>
                <w:proofErr w:type="spellEnd"/>
                <w:r w:rsidRPr="00943AA1">
                  <w:rPr>
                    <w:rFonts w:cs="Times New Roman"/>
                    <w:color w:val="000000"/>
                  </w:rPr>
                  <w:t xml:space="preserve"> </w:t>
                </w:r>
              </w:p>
              <w:p w14:paraId="73BC243A" w14:textId="77777777" w:rsidR="00F10353" w:rsidRPr="00943AA1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943AA1">
                  <w:rPr>
                    <w:rFonts w:cs="Times New Roman"/>
                    <w:color w:val="000000"/>
                  </w:rPr>
                  <w:t xml:space="preserve">81230 LACAUNE </w:t>
                </w:r>
              </w:p>
            </w:tc>
            <w:tc>
              <w:tcPr>
                <w:tcW w:w="175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3C6C966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DIRISI </w:t>
                </w:r>
              </w:p>
            </w:tc>
            <w:tc>
              <w:tcPr>
                <w:tcW w:w="304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C28F923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USID Toulouse </w:t>
                </w:r>
              </w:p>
              <w:p w14:paraId="5AEA9E90" w14:textId="47B65C6D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Antenne de CASTRES </w:t>
                </w:r>
              </w:p>
            </w:tc>
            <w:tc>
              <w:tcPr>
                <w:tcW w:w="304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5D1D4E6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Du lundi au jeudi : </w:t>
                </w:r>
              </w:p>
              <w:p w14:paraId="0DE16C8D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8h00-12h00 / 13h00-17h00 </w:t>
                </w:r>
              </w:p>
              <w:p w14:paraId="1C0E0D67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Vendredi : 8h00-12h00 </w:t>
                </w:r>
              </w:p>
            </w:tc>
            <w:tc>
              <w:tcPr>
                <w:tcW w:w="367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224FA63" w14:textId="0216FEF2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Fiche </w:t>
                </w:r>
                <w:r>
                  <w:rPr>
                    <w:rFonts w:cs="Times New Roman"/>
                    <w:color w:val="000000"/>
                  </w:rPr>
                  <w:t>CPR</w:t>
                </w:r>
                <w:r w:rsidRPr="005526CA">
                  <w:rPr>
                    <w:rFonts w:cs="Times New Roman"/>
                    <w:color w:val="000000"/>
                  </w:rPr>
                  <w:t xml:space="preserve"> validée. </w:t>
                </w:r>
              </w:p>
              <w:p w14:paraId="3FA69D3A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Carte nationale d’identité. </w:t>
                </w:r>
              </w:p>
              <w:p w14:paraId="75EA9E2C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Papiers du véhicule à jour </w:t>
                </w:r>
              </w:p>
              <w:p w14:paraId="44C2F199" w14:textId="77777777" w:rsidR="00F10353" w:rsidRPr="00A209EC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b/>
                    <w:color w:val="000000"/>
                  </w:rPr>
                </w:pPr>
                <w:r w:rsidRPr="00A209EC">
                  <w:rPr>
                    <w:rFonts w:cs="Times New Roman"/>
                    <w:b/>
                    <w:color w:val="000000"/>
                  </w:rPr>
                  <w:t xml:space="preserve">Prévenir le correspondant USID </w:t>
                </w:r>
              </w:p>
            </w:tc>
          </w:tr>
          <w:tr w:rsidR="00504788" w:rsidRPr="00A209EC" w14:paraId="77525970" w14:textId="77777777" w:rsidTr="00504788">
            <w:trPr>
              <w:trHeight w:val="198"/>
            </w:trPr>
            <w:tc>
              <w:tcPr>
                <w:tcW w:w="14567" w:type="dxa"/>
                <w:gridSpan w:val="5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14:paraId="7A284E57" w14:textId="77777777" w:rsidR="00504788" w:rsidRPr="005526CA" w:rsidRDefault="00504788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</w:p>
            </w:tc>
          </w:tr>
          <w:tr w:rsidR="00F10353" w:rsidRPr="005526CA" w14:paraId="2BE8433A" w14:textId="77777777" w:rsidTr="00EA0E3A">
            <w:trPr>
              <w:trHeight w:val="571"/>
            </w:trPr>
            <w:tc>
              <w:tcPr>
                <w:tcW w:w="3045" w:type="dxa"/>
                <w:shd w:val="clear" w:color="auto" w:fill="auto"/>
              </w:tcPr>
              <w:p w14:paraId="3F8A1E19" w14:textId="77777777" w:rsidR="00F10353" w:rsidRPr="00943AA1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jc w:val="left"/>
                  <w:rPr>
                    <w:rFonts w:cs="Times New Roman"/>
                    <w:color w:val="000000"/>
                  </w:rPr>
                </w:pPr>
                <w:r w:rsidRPr="00943AA1">
                  <w:rPr>
                    <w:rFonts w:cs="Times New Roman"/>
                    <w:color w:val="000000"/>
                  </w:rPr>
                  <w:t xml:space="preserve">Quartier commandant Joseph </w:t>
                </w:r>
                <w:proofErr w:type="spellStart"/>
                <w:r w:rsidRPr="00943AA1">
                  <w:rPr>
                    <w:rFonts w:cs="Times New Roman"/>
                    <w:color w:val="000000"/>
                  </w:rPr>
                  <w:t>Montalègre</w:t>
                </w:r>
                <w:proofErr w:type="spellEnd"/>
                <w:r w:rsidRPr="00943AA1">
                  <w:rPr>
                    <w:rFonts w:cs="Times New Roman"/>
                    <w:color w:val="000000"/>
                  </w:rPr>
                  <w:t xml:space="preserve"> </w:t>
                </w:r>
              </w:p>
              <w:p w14:paraId="30B184E8" w14:textId="77777777" w:rsidR="00F10353" w:rsidRPr="00943AA1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jc w:val="left"/>
                  <w:rPr>
                    <w:rFonts w:cs="Times New Roman"/>
                    <w:color w:val="000000"/>
                  </w:rPr>
                </w:pPr>
                <w:r w:rsidRPr="00943AA1">
                  <w:rPr>
                    <w:rFonts w:cs="Times New Roman"/>
                    <w:color w:val="000000"/>
                  </w:rPr>
                  <w:t xml:space="preserve">1 rue de </w:t>
                </w:r>
                <w:proofErr w:type="spellStart"/>
                <w:r w:rsidRPr="00943AA1">
                  <w:rPr>
                    <w:rFonts w:cs="Times New Roman"/>
                    <w:color w:val="000000"/>
                  </w:rPr>
                  <w:t>Marclan</w:t>
                </w:r>
                <w:proofErr w:type="spellEnd"/>
                <w:r w:rsidRPr="00943AA1">
                  <w:rPr>
                    <w:rFonts w:cs="Times New Roman"/>
                    <w:color w:val="000000"/>
                  </w:rPr>
                  <w:t xml:space="preserve"> </w:t>
                </w:r>
              </w:p>
              <w:p w14:paraId="25448F0D" w14:textId="77777777" w:rsidR="00F10353" w:rsidRPr="00943AA1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jc w:val="left"/>
                  <w:rPr>
                    <w:rFonts w:cs="Times New Roman"/>
                    <w:color w:val="000000"/>
                  </w:rPr>
                </w:pPr>
                <w:r w:rsidRPr="00943AA1">
                  <w:rPr>
                    <w:rFonts w:cs="Times New Roman"/>
                    <w:color w:val="000000"/>
                  </w:rPr>
                  <w:t xml:space="preserve">31600 MURET </w:t>
                </w:r>
              </w:p>
            </w:tc>
            <w:tc>
              <w:tcPr>
                <w:tcW w:w="1758" w:type="dxa"/>
              </w:tcPr>
              <w:p w14:paraId="5230A63C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>3</w:t>
                </w:r>
                <w:r w:rsidRPr="005526CA">
                  <w:rPr>
                    <w:rFonts w:cs="Times New Roman"/>
                    <w:color w:val="000000"/>
                    <w:sz w:val="14"/>
                    <w:szCs w:val="14"/>
                  </w:rPr>
                  <w:t xml:space="preserve">ème </w:t>
                </w:r>
                <w:r w:rsidRPr="005526CA">
                  <w:rPr>
                    <w:rFonts w:cs="Times New Roman"/>
                    <w:color w:val="000000"/>
                  </w:rPr>
                  <w:t xml:space="preserve">RMAT </w:t>
                </w:r>
              </w:p>
            </w:tc>
            <w:tc>
              <w:tcPr>
                <w:tcW w:w="3045" w:type="dxa"/>
              </w:tcPr>
              <w:p w14:paraId="2F6634B3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USID Toulouse </w:t>
                </w:r>
              </w:p>
              <w:p w14:paraId="7F0075E3" w14:textId="4C6ACB76" w:rsidR="00F10353" w:rsidRPr="005526CA" w:rsidRDefault="00F10353" w:rsidP="00504788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Antenne </w:t>
                </w:r>
                <w:r w:rsidR="00504788">
                  <w:rPr>
                    <w:rFonts w:cs="Times New Roman"/>
                    <w:color w:val="000000"/>
                  </w:rPr>
                  <w:t>de TOULOUSE OUEST MURET</w:t>
                </w:r>
                <w:r w:rsidRPr="005526CA">
                  <w:rPr>
                    <w:rFonts w:cs="Times New Roman"/>
                    <w:color w:val="000000"/>
                  </w:rPr>
                  <w:t xml:space="preserve"> </w:t>
                </w:r>
              </w:p>
            </w:tc>
            <w:tc>
              <w:tcPr>
                <w:tcW w:w="3045" w:type="dxa"/>
              </w:tcPr>
              <w:p w14:paraId="4FB794E1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Du lundi au jeudi : </w:t>
                </w:r>
              </w:p>
              <w:p w14:paraId="50D748B0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8h00-12h00 / 13h00-17h00 </w:t>
                </w:r>
              </w:p>
              <w:p w14:paraId="6E0C76AE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Vendredi : 8h00-12h00 </w:t>
                </w:r>
              </w:p>
            </w:tc>
            <w:tc>
              <w:tcPr>
                <w:tcW w:w="3674" w:type="dxa"/>
              </w:tcPr>
              <w:p w14:paraId="6F31DCE1" w14:textId="5D80E554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Fiche </w:t>
                </w:r>
                <w:r>
                  <w:rPr>
                    <w:rFonts w:cs="Times New Roman"/>
                    <w:color w:val="000000"/>
                  </w:rPr>
                  <w:t>CPR</w:t>
                </w:r>
                <w:r w:rsidRPr="005526CA">
                  <w:rPr>
                    <w:rFonts w:cs="Times New Roman"/>
                    <w:color w:val="000000"/>
                  </w:rPr>
                  <w:t xml:space="preserve"> validée. </w:t>
                </w:r>
              </w:p>
              <w:p w14:paraId="66F3A4B0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Carte nationale d’identité. </w:t>
                </w:r>
              </w:p>
              <w:p w14:paraId="2C01E501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Papiers du véhicule à jour </w:t>
                </w:r>
              </w:p>
              <w:p w14:paraId="5FBB34DF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b/>
                    <w:bCs/>
                    <w:color w:val="000000"/>
                  </w:rPr>
                  <w:t xml:space="preserve">Prévenir le correspondant USID </w:t>
                </w:r>
              </w:p>
            </w:tc>
          </w:tr>
          <w:tr w:rsidR="00F10353" w:rsidRPr="005526CA" w14:paraId="371C24D4" w14:textId="77777777" w:rsidTr="00EA0E3A">
            <w:trPr>
              <w:trHeight w:val="571"/>
            </w:trPr>
            <w:tc>
              <w:tcPr>
                <w:tcW w:w="3045" w:type="dxa"/>
                <w:shd w:val="clear" w:color="auto" w:fill="auto"/>
              </w:tcPr>
              <w:p w14:paraId="0867D759" w14:textId="77777777" w:rsidR="00F10353" w:rsidRPr="00943AA1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943AA1">
                  <w:rPr>
                    <w:rFonts w:cs="Times New Roman"/>
                    <w:color w:val="000000"/>
                  </w:rPr>
                  <w:lastRenderedPageBreak/>
                  <w:t xml:space="preserve">Quartier Colonel Edme </w:t>
                </w:r>
              </w:p>
              <w:p w14:paraId="12BD2B8E" w14:textId="77777777" w:rsidR="00F10353" w:rsidRPr="00943AA1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943AA1">
                  <w:rPr>
                    <w:rFonts w:cs="Times New Roman"/>
                    <w:color w:val="000000"/>
                  </w:rPr>
                  <w:t xml:space="preserve">Route de Seysses </w:t>
                </w:r>
              </w:p>
              <w:p w14:paraId="7E3C9F3A" w14:textId="77777777" w:rsidR="00F10353" w:rsidRPr="00943AA1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943AA1">
                  <w:rPr>
                    <w:rFonts w:cs="Times New Roman"/>
                    <w:color w:val="000000"/>
                  </w:rPr>
                  <w:t xml:space="preserve">31000 TOULOUSE </w:t>
                </w:r>
              </w:p>
            </w:tc>
            <w:tc>
              <w:tcPr>
                <w:tcW w:w="1758" w:type="dxa"/>
              </w:tcPr>
              <w:p w14:paraId="76B5808F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1er RTP </w:t>
                </w:r>
              </w:p>
            </w:tc>
            <w:tc>
              <w:tcPr>
                <w:tcW w:w="3045" w:type="dxa"/>
              </w:tcPr>
              <w:p w14:paraId="6336E206" w14:textId="77777777" w:rsidR="00504788" w:rsidRPr="00504788" w:rsidRDefault="00504788" w:rsidP="00504788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04788">
                  <w:rPr>
                    <w:rFonts w:cs="Times New Roman"/>
                    <w:color w:val="000000"/>
                  </w:rPr>
                  <w:t xml:space="preserve">USID Toulouse </w:t>
                </w:r>
              </w:p>
              <w:p w14:paraId="447D3BD9" w14:textId="4B89EFBF" w:rsidR="00F10353" w:rsidRPr="005526CA" w:rsidRDefault="00504788" w:rsidP="00504788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04788">
                  <w:rPr>
                    <w:rFonts w:cs="Times New Roman"/>
                    <w:color w:val="000000"/>
                  </w:rPr>
                  <w:t>Antenne de TOULOUSE OUEST MURET</w:t>
                </w:r>
              </w:p>
            </w:tc>
            <w:tc>
              <w:tcPr>
                <w:tcW w:w="3045" w:type="dxa"/>
              </w:tcPr>
              <w:p w14:paraId="136DDBFC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Du lundi au jeudi : </w:t>
                </w:r>
              </w:p>
              <w:p w14:paraId="789D1874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8h00-12h00 / 13h00-17h00 </w:t>
                </w:r>
              </w:p>
              <w:p w14:paraId="3DC0060A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Vendredi : 8h00-12h00 </w:t>
                </w:r>
              </w:p>
            </w:tc>
            <w:tc>
              <w:tcPr>
                <w:tcW w:w="3674" w:type="dxa"/>
              </w:tcPr>
              <w:p w14:paraId="0AB476B1" w14:textId="29D51F5E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Fiche </w:t>
                </w:r>
                <w:r>
                  <w:rPr>
                    <w:rFonts w:cs="Times New Roman"/>
                    <w:color w:val="000000"/>
                  </w:rPr>
                  <w:t>CPR</w:t>
                </w:r>
                <w:r w:rsidRPr="005526CA">
                  <w:rPr>
                    <w:rFonts w:cs="Times New Roman"/>
                    <w:color w:val="000000"/>
                  </w:rPr>
                  <w:t xml:space="preserve"> validée. </w:t>
                </w:r>
              </w:p>
              <w:p w14:paraId="483A1B99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Carte nationale d’identité. </w:t>
                </w:r>
              </w:p>
              <w:p w14:paraId="7841985E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Papiers du véhicule à jour </w:t>
                </w:r>
              </w:p>
              <w:p w14:paraId="077F3B8C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b/>
                    <w:bCs/>
                    <w:color w:val="000000"/>
                  </w:rPr>
                  <w:t xml:space="preserve">Prévenir le correspondant USID </w:t>
                </w:r>
              </w:p>
            </w:tc>
          </w:tr>
          <w:tr w:rsidR="00F10353" w:rsidRPr="005526CA" w14:paraId="0F6B2FB6" w14:textId="77777777" w:rsidTr="00EA0E3A">
            <w:trPr>
              <w:trHeight w:val="571"/>
            </w:trPr>
            <w:tc>
              <w:tcPr>
                <w:tcW w:w="3045" w:type="dxa"/>
                <w:shd w:val="clear" w:color="auto" w:fill="auto"/>
              </w:tcPr>
              <w:p w14:paraId="4DBDB0FB" w14:textId="77777777" w:rsidR="00F10353" w:rsidRPr="00943AA1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jc w:val="left"/>
                  <w:rPr>
                    <w:rFonts w:cs="Times New Roman"/>
                    <w:color w:val="000000"/>
                  </w:rPr>
                </w:pPr>
                <w:r w:rsidRPr="00943AA1">
                  <w:rPr>
                    <w:rFonts w:cs="Times New Roman"/>
                    <w:color w:val="000000"/>
                  </w:rPr>
                  <w:t xml:space="preserve">Station hertzienne N 7 - Le Grès </w:t>
                </w:r>
              </w:p>
              <w:p w14:paraId="013B7078" w14:textId="77777777" w:rsidR="00F10353" w:rsidRPr="00943AA1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943AA1">
                  <w:rPr>
                    <w:rFonts w:cs="Times New Roman"/>
                    <w:color w:val="000000"/>
                  </w:rPr>
                  <w:t xml:space="preserve">Lieu-dit La </w:t>
                </w:r>
                <w:proofErr w:type="spellStart"/>
                <w:r w:rsidRPr="00943AA1">
                  <w:rPr>
                    <w:rFonts w:cs="Times New Roman"/>
                    <w:color w:val="000000"/>
                  </w:rPr>
                  <w:t>Gladère</w:t>
                </w:r>
                <w:proofErr w:type="spellEnd"/>
                <w:r w:rsidRPr="00943AA1">
                  <w:rPr>
                    <w:rFonts w:cs="Times New Roman"/>
                    <w:color w:val="000000"/>
                  </w:rPr>
                  <w:t xml:space="preserve"> </w:t>
                </w:r>
              </w:p>
              <w:p w14:paraId="6056528E" w14:textId="77777777" w:rsidR="00F10353" w:rsidRPr="00943AA1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943AA1">
                  <w:rPr>
                    <w:rFonts w:cs="Times New Roman"/>
                    <w:color w:val="000000"/>
                  </w:rPr>
                  <w:t xml:space="preserve">31480 LE GRES </w:t>
                </w:r>
              </w:p>
            </w:tc>
            <w:tc>
              <w:tcPr>
                <w:tcW w:w="1758" w:type="dxa"/>
              </w:tcPr>
              <w:p w14:paraId="6AA9FCCF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DISIRI / AA </w:t>
                </w:r>
              </w:p>
            </w:tc>
            <w:tc>
              <w:tcPr>
                <w:tcW w:w="3045" w:type="dxa"/>
              </w:tcPr>
              <w:p w14:paraId="2366E4FA" w14:textId="77777777" w:rsidR="00504788" w:rsidRPr="005526CA" w:rsidRDefault="00504788" w:rsidP="00504788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USID Toulouse </w:t>
                </w:r>
              </w:p>
              <w:p w14:paraId="40E8A14E" w14:textId="3D6B1F6A" w:rsidR="00F10353" w:rsidRPr="005526CA" w:rsidRDefault="00504788" w:rsidP="00504788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Antenne </w:t>
                </w:r>
                <w:r>
                  <w:rPr>
                    <w:rFonts w:cs="Times New Roman"/>
                    <w:color w:val="000000"/>
                  </w:rPr>
                  <w:t>de TOULOUSE OUEST MURET</w:t>
                </w:r>
              </w:p>
            </w:tc>
            <w:tc>
              <w:tcPr>
                <w:tcW w:w="3045" w:type="dxa"/>
              </w:tcPr>
              <w:p w14:paraId="3780F50B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Du lundi au jeudi : </w:t>
                </w:r>
              </w:p>
              <w:p w14:paraId="69457A50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8h00-12h00 / 13h00-17h00 </w:t>
                </w:r>
              </w:p>
              <w:p w14:paraId="29724EAB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Vendredi : 8h00-12h00 </w:t>
                </w:r>
              </w:p>
            </w:tc>
            <w:tc>
              <w:tcPr>
                <w:tcW w:w="3674" w:type="dxa"/>
              </w:tcPr>
              <w:p w14:paraId="2140B669" w14:textId="4326F72C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Fiche </w:t>
                </w:r>
                <w:r>
                  <w:rPr>
                    <w:rFonts w:cs="Times New Roman"/>
                    <w:color w:val="000000"/>
                  </w:rPr>
                  <w:t>CPR</w:t>
                </w:r>
                <w:r w:rsidRPr="005526CA">
                  <w:rPr>
                    <w:rFonts w:cs="Times New Roman"/>
                    <w:color w:val="000000"/>
                  </w:rPr>
                  <w:t xml:space="preserve"> validée. </w:t>
                </w:r>
              </w:p>
              <w:p w14:paraId="4AA2AE24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Carte nationale d’identité. </w:t>
                </w:r>
              </w:p>
              <w:p w14:paraId="5DFF664E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Papiers du véhicule à jour </w:t>
                </w:r>
              </w:p>
              <w:p w14:paraId="2A04A643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b/>
                    <w:bCs/>
                    <w:color w:val="000000"/>
                  </w:rPr>
                  <w:t xml:space="preserve">Prévenir le correspondant USID </w:t>
                </w:r>
              </w:p>
            </w:tc>
          </w:tr>
          <w:tr w:rsidR="00F10353" w:rsidRPr="005526CA" w14:paraId="30B47932" w14:textId="77777777" w:rsidTr="00EA0E3A">
            <w:trPr>
              <w:trHeight w:val="572"/>
            </w:trPr>
            <w:tc>
              <w:tcPr>
                <w:tcW w:w="3045" w:type="dxa"/>
                <w:shd w:val="clear" w:color="auto" w:fill="auto"/>
              </w:tcPr>
              <w:p w14:paraId="1E1204A7" w14:textId="77777777" w:rsidR="00F10353" w:rsidRPr="00943AA1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943AA1">
                  <w:rPr>
                    <w:rFonts w:cs="Times New Roman"/>
                    <w:color w:val="000000"/>
                  </w:rPr>
                  <w:t xml:space="preserve">CISMF </w:t>
                </w:r>
              </w:p>
              <w:p w14:paraId="3449429A" w14:textId="77777777" w:rsidR="00F10353" w:rsidRPr="00943AA1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943AA1">
                  <w:rPr>
                    <w:rFonts w:cs="Times New Roman"/>
                    <w:color w:val="000000"/>
                  </w:rPr>
                  <w:t xml:space="preserve">42 avenue Gaspard Coriolis </w:t>
                </w:r>
              </w:p>
              <w:p w14:paraId="798CCFCE" w14:textId="77777777" w:rsidR="00F10353" w:rsidRPr="00943AA1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943AA1">
                  <w:rPr>
                    <w:rFonts w:cs="Times New Roman"/>
                    <w:color w:val="000000"/>
                  </w:rPr>
                  <w:t xml:space="preserve">31000 TOULOUSE </w:t>
                </w:r>
              </w:p>
            </w:tc>
            <w:tc>
              <w:tcPr>
                <w:tcW w:w="1758" w:type="dxa"/>
              </w:tcPr>
              <w:p w14:paraId="2A0D0514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CISMF </w:t>
                </w:r>
              </w:p>
            </w:tc>
            <w:tc>
              <w:tcPr>
                <w:tcW w:w="3045" w:type="dxa"/>
              </w:tcPr>
              <w:p w14:paraId="3D7014EC" w14:textId="77777777" w:rsidR="00504788" w:rsidRPr="005526CA" w:rsidRDefault="00504788" w:rsidP="00504788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USID Toulouse </w:t>
                </w:r>
              </w:p>
              <w:p w14:paraId="224F4962" w14:textId="0FDF72BC" w:rsidR="00F10353" w:rsidRPr="005526CA" w:rsidRDefault="00504788" w:rsidP="00504788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Antenne </w:t>
                </w:r>
                <w:r>
                  <w:rPr>
                    <w:rFonts w:cs="Times New Roman"/>
                    <w:color w:val="000000"/>
                  </w:rPr>
                  <w:t>de TOULOUSE OUEST MURET</w:t>
                </w:r>
              </w:p>
            </w:tc>
            <w:tc>
              <w:tcPr>
                <w:tcW w:w="3045" w:type="dxa"/>
              </w:tcPr>
              <w:p w14:paraId="56BF067F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Du lundi au jeudi : </w:t>
                </w:r>
              </w:p>
              <w:p w14:paraId="7969246E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8h00-12h00 / 13h00-17h00 </w:t>
                </w:r>
              </w:p>
              <w:p w14:paraId="51A7782F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Vendredi : 8h00-12h00 </w:t>
                </w:r>
              </w:p>
            </w:tc>
            <w:tc>
              <w:tcPr>
                <w:tcW w:w="3674" w:type="dxa"/>
              </w:tcPr>
              <w:p w14:paraId="20BA9664" w14:textId="18AB06B6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Fiche </w:t>
                </w:r>
                <w:r>
                  <w:rPr>
                    <w:rFonts w:cs="Times New Roman"/>
                    <w:color w:val="000000"/>
                  </w:rPr>
                  <w:t>CPR</w:t>
                </w:r>
                <w:r w:rsidRPr="005526CA">
                  <w:rPr>
                    <w:rFonts w:cs="Times New Roman"/>
                    <w:color w:val="000000"/>
                  </w:rPr>
                  <w:t xml:space="preserve"> validée. </w:t>
                </w:r>
              </w:p>
              <w:p w14:paraId="312842B6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Carte nationale d’identité. </w:t>
                </w:r>
              </w:p>
              <w:p w14:paraId="7094056C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Papiers du véhicule à jour </w:t>
                </w:r>
              </w:p>
              <w:p w14:paraId="79A1011C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b/>
                    <w:bCs/>
                    <w:color w:val="000000"/>
                  </w:rPr>
                  <w:t xml:space="preserve">Prévenir le correspondant USID </w:t>
                </w:r>
              </w:p>
            </w:tc>
          </w:tr>
          <w:tr w:rsidR="00F10353" w:rsidRPr="005526CA" w14:paraId="4E25FD19" w14:textId="77777777" w:rsidTr="00EA0E3A">
            <w:trPr>
              <w:trHeight w:val="571"/>
            </w:trPr>
            <w:tc>
              <w:tcPr>
                <w:tcW w:w="3045" w:type="dxa"/>
                <w:shd w:val="clear" w:color="auto" w:fill="auto"/>
              </w:tcPr>
              <w:p w14:paraId="169A4DE8" w14:textId="77777777" w:rsidR="00F10353" w:rsidRPr="00943AA1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943AA1">
                  <w:rPr>
                    <w:rFonts w:cs="Times New Roman"/>
                    <w:color w:val="000000"/>
                  </w:rPr>
                  <w:t xml:space="preserve">Caserne Lannes </w:t>
                </w:r>
              </w:p>
              <w:p w14:paraId="38AB6F7C" w14:textId="77777777" w:rsidR="00F10353" w:rsidRPr="00943AA1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943AA1">
                  <w:rPr>
                    <w:rFonts w:cs="Times New Roman"/>
                    <w:color w:val="000000"/>
                  </w:rPr>
                  <w:t xml:space="preserve">Rue </w:t>
                </w:r>
                <w:proofErr w:type="spellStart"/>
                <w:r w:rsidRPr="00943AA1">
                  <w:rPr>
                    <w:rFonts w:cs="Times New Roman"/>
                    <w:color w:val="000000"/>
                  </w:rPr>
                  <w:t>Géneral</w:t>
                </w:r>
                <w:proofErr w:type="spellEnd"/>
                <w:r w:rsidRPr="00943AA1">
                  <w:rPr>
                    <w:rFonts w:cs="Times New Roman"/>
                    <w:color w:val="000000"/>
                  </w:rPr>
                  <w:t xml:space="preserve"> De Gaulle </w:t>
                </w:r>
              </w:p>
              <w:p w14:paraId="23E0B659" w14:textId="77777777" w:rsidR="00F10353" w:rsidRPr="00943AA1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943AA1">
                  <w:rPr>
                    <w:rFonts w:cs="Times New Roman"/>
                    <w:color w:val="000000"/>
                  </w:rPr>
                  <w:t xml:space="preserve">32000 AUCH </w:t>
                </w:r>
              </w:p>
            </w:tc>
            <w:tc>
              <w:tcPr>
                <w:tcW w:w="1758" w:type="dxa"/>
              </w:tcPr>
              <w:p w14:paraId="7EC0470D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DMD 32 </w:t>
                </w:r>
              </w:p>
            </w:tc>
            <w:tc>
              <w:tcPr>
                <w:tcW w:w="3045" w:type="dxa"/>
              </w:tcPr>
              <w:p w14:paraId="39CCCE41" w14:textId="77777777" w:rsidR="00504788" w:rsidRPr="005526CA" w:rsidRDefault="00504788" w:rsidP="00504788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USID Toulouse </w:t>
                </w:r>
              </w:p>
              <w:p w14:paraId="173B1DE3" w14:textId="01115DF2" w:rsidR="00F10353" w:rsidRPr="005526CA" w:rsidRDefault="00504788" w:rsidP="00504788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Antenne </w:t>
                </w:r>
                <w:r>
                  <w:rPr>
                    <w:rFonts w:cs="Times New Roman"/>
                    <w:color w:val="000000"/>
                  </w:rPr>
                  <w:t>de TOULOUSE OUEST MURET</w:t>
                </w:r>
              </w:p>
            </w:tc>
            <w:tc>
              <w:tcPr>
                <w:tcW w:w="3045" w:type="dxa"/>
              </w:tcPr>
              <w:p w14:paraId="51F63F11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Du lundi au jeudi : </w:t>
                </w:r>
              </w:p>
              <w:p w14:paraId="6EDE5274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8h00-12h00 / 13h00-17h00 </w:t>
                </w:r>
              </w:p>
              <w:p w14:paraId="620E1FD4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Vendredi : 8h00-12h00 </w:t>
                </w:r>
              </w:p>
            </w:tc>
            <w:tc>
              <w:tcPr>
                <w:tcW w:w="3674" w:type="dxa"/>
              </w:tcPr>
              <w:p w14:paraId="52E7F33D" w14:textId="02C50A5C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Fiche </w:t>
                </w:r>
                <w:r>
                  <w:rPr>
                    <w:rFonts w:cs="Times New Roman"/>
                    <w:color w:val="000000"/>
                  </w:rPr>
                  <w:t>CPR</w:t>
                </w:r>
                <w:r w:rsidRPr="005526CA">
                  <w:rPr>
                    <w:rFonts w:cs="Times New Roman"/>
                    <w:color w:val="000000"/>
                  </w:rPr>
                  <w:t xml:space="preserve"> validée. </w:t>
                </w:r>
              </w:p>
              <w:p w14:paraId="276B423B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Carte nationale d’identité. </w:t>
                </w:r>
              </w:p>
              <w:p w14:paraId="58D88775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Papiers du véhicule à jour </w:t>
                </w:r>
              </w:p>
              <w:p w14:paraId="05D16BEC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b/>
                    <w:bCs/>
                    <w:color w:val="000000"/>
                  </w:rPr>
                  <w:t xml:space="preserve">Prévenir le correspondant USID </w:t>
                </w:r>
              </w:p>
            </w:tc>
          </w:tr>
          <w:tr w:rsidR="00F10353" w:rsidRPr="00943AA1" w14:paraId="118F2A78" w14:textId="77777777" w:rsidTr="00EA0E3A">
            <w:trPr>
              <w:trHeight w:val="469"/>
            </w:trPr>
            <w:tc>
              <w:tcPr>
                <w:tcW w:w="14567" w:type="dxa"/>
                <w:gridSpan w:val="5"/>
                <w:shd w:val="clear" w:color="auto" w:fill="auto"/>
              </w:tcPr>
              <w:p w14:paraId="226B830C" w14:textId="77777777" w:rsidR="00F10353" w:rsidRPr="00943AA1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</w:p>
            </w:tc>
          </w:tr>
          <w:tr w:rsidR="00F10353" w:rsidRPr="005526CA" w14:paraId="42D138E3" w14:textId="77777777" w:rsidTr="00EA0E3A">
            <w:trPr>
              <w:trHeight w:val="571"/>
            </w:trPr>
            <w:tc>
              <w:tcPr>
                <w:tcW w:w="3045" w:type="dxa"/>
                <w:shd w:val="clear" w:color="auto" w:fill="auto"/>
              </w:tcPr>
              <w:p w14:paraId="3C5CFF88" w14:textId="77777777" w:rsidR="00F10353" w:rsidRPr="00943AA1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943AA1">
                  <w:rPr>
                    <w:rFonts w:cs="Times New Roman"/>
                    <w:color w:val="000000"/>
                  </w:rPr>
                  <w:t xml:space="preserve">Quartier Capitaine Beaumont </w:t>
                </w:r>
              </w:p>
              <w:p w14:paraId="56C3D840" w14:textId="77777777" w:rsidR="00F10353" w:rsidRPr="00943AA1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943AA1">
                  <w:rPr>
                    <w:rFonts w:cs="Times New Roman"/>
                    <w:color w:val="000000"/>
                  </w:rPr>
                  <w:t xml:space="preserve">Lieu-dit </w:t>
                </w:r>
                <w:proofErr w:type="spellStart"/>
                <w:r w:rsidRPr="00943AA1">
                  <w:rPr>
                    <w:rFonts w:cs="Times New Roman"/>
                    <w:color w:val="000000"/>
                  </w:rPr>
                  <w:t>Delpla</w:t>
                </w:r>
                <w:proofErr w:type="spellEnd"/>
                <w:r w:rsidRPr="00943AA1">
                  <w:rPr>
                    <w:rFonts w:cs="Times New Roman"/>
                    <w:color w:val="000000"/>
                  </w:rPr>
                  <w:t xml:space="preserve"> - RTE de </w:t>
                </w:r>
                <w:proofErr w:type="spellStart"/>
                <w:r w:rsidRPr="00943AA1">
                  <w:rPr>
                    <w:rFonts w:cs="Times New Roman"/>
                    <w:color w:val="000000"/>
                  </w:rPr>
                  <w:t>Calmont</w:t>
                </w:r>
                <w:proofErr w:type="spellEnd"/>
                <w:r w:rsidRPr="00943AA1">
                  <w:rPr>
                    <w:rFonts w:cs="Times New Roman"/>
                    <w:color w:val="000000"/>
                  </w:rPr>
                  <w:t xml:space="preserve"> - D29 </w:t>
                </w:r>
              </w:p>
              <w:p w14:paraId="324BF2E8" w14:textId="77777777" w:rsidR="00F10353" w:rsidRPr="00943AA1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943AA1">
                  <w:rPr>
                    <w:rFonts w:cs="Times New Roman"/>
                    <w:color w:val="000000"/>
                  </w:rPr>
                  <w:t xml:space="preserve">09100 PAMIERS </w:t>
                </w:r>
              </w:p>
            </w:tc>
            <w:tc>
              <w:tcPr>
                <w:tcW w:w="1758" w:type="dxa"/>
              </w:tcPr>
              <w:p w14:paraId="26B27816" w14:textId="7F5E176E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>1er R</w:t>
                </w:r>
                <w:r>
                  <w:rPr>
                    <w:rFonts w:cs="Times New Roman"/>
                    <w:color w:val="000000"/>
                  </w:rPr>
                  <w:t>CPR</w:t>
                </w:r>
                <w:r w:rsidRPr="005526CA">
                  <w:rPr>
                    <w:rFonts w:cs="Times New Roman"/>
                    <w:color w:val="000000"/>
                  </w:rPr>
                  <w:t xml:space="preserve"> </w:t>
                </w:r>
              </w:p>
            </w:tc>
            <w:tc>
              <w:tcPr>
                <w:tcW w:w="3045" w:type="dxa"/>
              </w:tcPr>
              <w:p w14:paraId="27B5BA9C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USID Toulouse </w:t>
                </w:r>
              </w:p>
              <w:p w14:paraId="01C4CB9E" w14:textId="5754AA2E" w:rsidR="00F10353" w:rsidRPr="005526CA" w:rsidRDefault="00504788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>
                  <w:rPr>
                    <w:rFonts w:cs="Times New Roman"/>
                    <w:color w:val="000000"/>
                  </w:rPr>
                  <w:t xml:space="preserve">Antenne </w:t>
                </w:r>
                <w:r w:rsidR="00F10353" w:rsidRPr="005526CA">
                  <w:rPr>
                    <w:rFonts w:cs="Times New Roman"/>
                    <w:color w:val="000000"/>
                  </w:rPr>
                  <w:t xml:space="preserve">de PAMIERS </w:t>
                </w:r>
              </w:p>
            </w:tc>
            <w:tc>
              <w:tcPr>
                <w:tcW w:w="3045" w:type="dxa"/>
              </w:tcPr>
              <w:p w14:paraId="75C410D0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Du lundi au jeudi : </w:t>
                </w:r>
              </w:p>
              <w:p w14:paraId="7DC5E00A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8h00-12h00 / 13h00-17h00 </w:t>
                </w:r>
              </w:p>
              <w:p w14:paraId="2B30E6BB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Vendredi : 8h00-12h00 </w:t>
                </w:r>
              </w:p>
            </w:tc>
            <w:tc>
              <w:tcPr>
                <w:tcW w:w="3674" w:type="dxa"/>
              </w:tcPr>
              <w:p w14:paraId="0E105A98" w14:textId="7506A3B2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Fiche </w:t>
                </w:r>
                <w:r>
                  <w:rPr>
                    <w:rFonts w:cs="Times New Roman"/>
                    <w:color w:val="000000"/>
                  </w:rPr>
                  <w:t>CPR</w:t>
                </w:r>
                <w:r w:rsidRPr="005526CA">
                  <w:rPr>
                    <w:rFonts w:cs="Times New Roman"/>
                    <w:color w:val="000000"/>
                  </w:rPr>
                  <w:t xml:space="preserve"> validée. </w:t>
                </w:r>
              </w:p>
              <w:p w14:paraId="247037B6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Carte nationale d’identité. </w:t>
                </w:r>
              </w:p>
              <w:p w14:paraId="00160754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Papiers du véhicule à jour </w:t>
                </w:r>
              </w:p>
              <w:p w14:paraId="6823DC8F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b/>
                    <w:bCs/>
                    <w:color w:val="000000"/>
                  </w:rPr>
                  <w:t xml:space="preserve">Prévenir le correspondant USID </w:t>
                </w:r>
              </w:p>
            </w:tc>
          </w:tr>
          <w:tr w:rsidR="00F10353" w:rsidRPr="005526CA" w14:paraId="0026D5D9" w14:textId="77777777" w:rsidTr="00EA0E3A">
            <w:trPr>
              <w:trHeight w:val="573"/>
            </w:trPr>
            <w:tc>
              <w:tcPr>
                <w:tcW w:w="3045" w:type="dxa"/>
                <w:shd w:val="clear" w:color="auto" w:fill="auto"/>
              </w:tcPr>
              <w:p w14:paraId="6F8022E5" w14:textId="77777777" w:rsidR="00F10353" w:rsidRPr="00943AA1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943AA1">
                  <w:rPr>
                    <w:rFonts w:cs="Times New Roman"/>
                    <w:color w:val="000000"/>
                  </w:rPr>
                  <w:t xml:space="preserve">CHALET DE BONASCRE </w:t>
                </w:r>
              </w:p>
              <w:p w14:paraId="21C7A181" w14:textId="77777777" w:rsidR="00F10353" w:rsidRPr="00943AA1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943AA1">
                  <w:rPr>
                    <w:rFonts w:cs="Times New Roman"/>
                    <w:color w:val="000000"/>
                  </w:rPr>
                  <w:t xml:space="preserve">Lieu-dit plateau de </w:t>
                </w:r>
                <w:proofErr w:type="spellStart"/>
                <w:r w:rsidRPr="00943AA1">
                  <w:rPr>
                    <w:rFonts w:cs="Times New Roman"/>
                    <w:color w:val="000000"/>
                  </w:rPr>
                  <w:t>Bonascre</w:t>
                </w:r>
                <w:proofErr w:type="spellEnd"/>
                <w:r w:rsidRPr="00943AA1">
                  <w:rPr>
                    <w:rFonts w:cs="Times New Roman"/>
                    <w:color w:val="000000"/>
                  </w:rPr>
                  <w:t xml:space="preserve"> - CD820 </w:t>
                </w:r>
              </w:p>
              <w:p w14:paraId="028BA483" w14:textId="77777777" w:rsidR="00F10353" w:rsidRPr="00943AA1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943AA1">
                  <w:rPr>
                    <w:rFonts w:cs="Times New Roman"/>
                    <w:color w:val="000000"/>
                  </w:rPr>
                  <w:t xml:space="preserve">09110 AX LES THERMES </w:t>
                </w:r>
              </w:p>
            </w:tc>
            <w:tc>
              <w:tcPr>
                <w:tcW w:w="1758" w:type="dxa"/>
              </w:tcPr>
              <w:p w14:paraId="4232F67A" w14:textId="4050BD1E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>1er R</w:t>
                </w:r>
                <w:r>
                  <w:rPr>
                    <w:rFonts w:cs="Times New Roman"/>
                    <w:color w:val="000000"/>
                  </w:rPr>
                  <w:t>CPR</w:t>
                </w:r>
                <w:r w:rsidRPr="005526CA">
                  <w:rPr>
                    <w:rFonts w:cs="Times New Roman"/>
                    <w:color w:val="000000"/>
                  </w:rPr>
                  <w:t xml:space="preserve"> </w:t>
                </w:r>
              </w:p>
            </w:tc>
            <w:tc>
              <w:tcPr>
                <w:tcW w:w="3045" w:type="dxa"/>
              </w:tcPr>
              <w:p w14:paraId="38268BB4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USID Toulouse </w:t>
                </w:r>
              </w:p>
              <w:p w14:paraId="39CA39A7" w14:textId="7211E671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Antenne de PAMIERS </w:t>
                </w:r>
              </w:p>
            </w:tc>
            <w:tc>
              <w:tcPr>
                <w:tcW w:w="3045" w:type="dxa"/>
              </w:tcPr>
              <w:p w14:paraId="1E129D87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Du lundi au jeudi : </w:t>
                </w:r>
              </w:p>
              <w:p w14:paraId="4B32000F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8h00-12h00 / 13h00-17h00 </w:t>
                </w:r>
              </w:p>
              <w:p w14:paraId="58392C3E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Vendredi : 8h00-12h00 </w:t>
                </w:r>
              </w:p>
            </w:tc>
            <w:tc>
              <w:tcPr>
                <w:tcW w:w="3674" w:type="dxa"/>
              </w:tcPr>
              <w:p w14:paraId="24633CD6" w14:textId="23760A2F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Fiche </w:t>
                </w:r>
                <w:r>
                  <w:rPr>
                    <w:rFonts w:cs="Times New Roman"/>
                    <w:color w:val="000000"/>
                  </w:rPr>
                  <w:t>CPR</w:t>
                </w:r>
                <w:r w:rsidRPr="005526CA">
                  <w:rPr>
                    <w:rFonts w:cs="Times New Roman"/>
                    <w:color w:val="000000"/>
                  </w:rPr>
                  <w:t xml:space="preserve"> validée. </w:t>
                </w:r>
              </w:p>
              <w:p w14:paraId="0E21B051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Carte nationale d’identité. </w:t>
                </w:r>
              </w:p>
              <w:p w14:paraId="3D75CD59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Papiers du véhicule à jour </w:t>
                </w:r>
              </w:p>
              <w:p w14:paraId="6B539277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b/>
                    <w:bCs/>
                    <w:color w:val="000000"/>
                  </w:rPr>
                  <w:t xml:space="preserve">Prévenir le correspondant USID </w:t>
                </w:r>
              </w:p>
            </w:tc>
          </w:tr>
          <w:tr w:rsidR="00F10353" w:rsidRPr="005526CA" w14:paraId="6593EE2F" w14:textId="77777777" w:rsidTr="00EA0E3A">
            <w:trPr>
              <w:trHeight w:val="571"/>
            </w:trPr>
            <w:tc>
              <w:tcPr>
                <w:tcW w:w="3045" w:type="dxa"/>
                <w:shd w:val="clear" w:color="auto" w:fill="auto"/>
              </w:tcPr>
              <w:p w14:paraId="6CE6879F" w14:textId="77777777" w:rsidR="00F10353" w:rsidRPr="00943AA1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943AA1">
                  <w:rPr>
                    <w:rFonts w:cs="Times New Roman"/>
                    <w:color w:val="000000"/>
                  </w:rPr>
                  <w:t xml:space="preserve">Immeuble Maréchal Clauzel </w:t>
                </w:r>
              </w:p>
              <w:p w14:paraId="62EDDBE4" w14:textId="77777777" w:rsidR="00F10353" w:rsidRPr="00943AA1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943AA1">
                  <w:rPr>
                    <w:rFonts w:cs="Times New Roman"/>
                    <w:color w:val="000000"/>
                  </w:rPr>
                  <w:t xml:space="preserve">17 rue </w:t>
                </w:r>
                <w:proofErr w:type="spellStart"/>
                <w:r w:rsidRPr="00943AA1">
                  <w:rPr>
                    <w:rFonts w:cs="Times New Roman"/>
                    <w:color w:val="000000"/>
                  </w:rPr>
                  <w:t>Géneral</w:t>
                </w:r>
                <w:proofErr w:type="spellEnd"/>
                <w:r w:rsidRPr="00943AA1">
                  <w:rPr>
                    <w:rFonts w:cs="Times New Roman"/>
                    <w:color w:val="000000"/>
                  </w:rPr>
                  <w:t xml:space="preserve"> De Gaulle </w:t>
                </w:r>
              </w:p>
              <w:p w14:paraId="5A19AF17" w14:textId="77777777" w:rsidR="00F10353" w:rsidRPr="00943AA1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943AA1">
                  <w:rPr>
                    <w:rFonts w:cs="Times New Roman"/>
                    <w:color w:val="000000"/>
                  </w:rPr>
                  <w:t xml:space="preserve">09000 FOIX </w:t>
                </w:r>
              </w:p>
            </w:tc>
            <w:tc>
              <w:tcPr>
                <w:tcW w:w="1758" w:type="dxa"/>
              </w:tcPr>
              <w:p w14:paraId="265EE976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DMD 09 </w:t>
                </w:r>
              </w:p>
            </w:tc>
            <w:tc>
              <w:tcPr>
                <w:tcW w:w="3045" w:type="dxa"/>
              </w:tcPr>
              <w:p w14:paraId="222F211F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USID Toulouse </w:t>
                </w:r>
              </w:p>
              <w:p w14:paraId="05166028" w14:textId="3606A74F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Antenne de PAMIERS </w:t>
                </w:r>
              </w:p>
            </w:tc>
            <w:tc>
              <w:tcPr>
                <w:tcW w:w="3045" w:type="dxa"/>
              </w:tcPr>
              <w:p w14:paraId="4673935B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Du lundi au jeudi : </w:t>
                </w:r>
              </w:p>
              <w:p w14:paraId="5AE8E612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8h00-12h00 / 13h00-17h00 </w:t>
                </w:r>
              </w:p>
              <w:p w14:paraId="33CF1C7A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Vendredi : 8h00-12h00 </w:t>
                </w:r>
              </w:p>
            </w:tc>
            <w:tc>
              <w:tcPr>
                <w:tcW w:w="3674" w:type="dxa"/>
              </w:tcPr>
              <w:p w14:paraId="2B84494A" w14:textId="56F2E075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Fiche </w:t>
                </w:r>
                <w:r>
                  <w:rPr>
                    <w:rFonts w:cs="Times New Roman"/>
                    <w:color w:val="000000"/>
                  </w:rPr>
                  <w:t>CPR</w:t>
                </w:r>
                <w:r w:rsidRPr="005526CA">
                  <w:rPr>
                    <w:rFonts w:cs="Times New Roman"/>
                    <w:color w:val="000000"/>
                  </w:rPr>
                  <w:t xml:space="preserve"> validée. </w:t>
                </w:r>
              </w:p>
              <w:p w14:paraId="0CFC74FA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Carte nationale d’identité. </w:t>
                </w:r>
              </w:p>
              <w:p w14:paraId="4C204D2C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Papiers du véhicule à jour </w:t>
                </w:r>
              </w:p>
              <w:p w14:paraId="0E3D6D39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b/>
                    <w:bCs/>
                    <w:color w:val="000000"/>
                  </w:rPr>
                  <w:t xml:space="preserve">Prévenir le correspondant USID </w:t>
                </w:r>
              </w:p>
            </w:tc>
          </w:tr>
        </w:tbl>
        <w:p w14:paraId="5FBB151F" w14:textId="77777777" w:rsidR="00F10353" w:rsidRDefault="00F10353" w:rsidP="005667AF"/>
        <w:p w14:paraId="6500C3DE" w14:textId="156E0CA8" w:rsidR="005667AF" w:rsidRDefault="005B73E5" w:rsidP="005667AF"/>
      </w:sdtContent>
    </w:sdt>
    <w:p w14:paraId="09AB5C0F" w14:textId="3E05C4A1" w:rsidR="00410AFD" w:rsidRPr="00F10353" w:rsidRDefault="005667AF" w:rsidP="00F10353">
      <w:pPr>
        <w:ind w:left="-426"/>
        <w:rPr>
          <w:rFonts w:ascii="Times New Roman" w:hAnsi="Times New Roman"/>
          <w:sz w:val="24"/>
          <w:szCs w:val="24"/>
        </w:rPr>
      </w:pPr>
      <w:r w:rsidRPr="005667AF">
        <w:rPr>
          <w:rFonts w:ascii="Times New Roman" w:hAnsi="Times New Roman"/>
          <w:sz w:val="24"/>
          <w:szCs w:val="24"/>
        </w:rPr>
        <w:t xml:space="preserve"> </w:t>
      </w:r>
      <w:r w:rsidRPr="006A5C46">
        <w:rPr>
          <w:rFonts w:ascii="Times New Roman" w:hAnsi="Times New Roman"/>
          <w:sz w:val="24"/>
          <w:szCs w:val="24"/>
        </w:rPr>
        <w:t>Les coordonnées des intervenants SID et celles des interlocuteurs sur chacun des sites (préventions, médecine du travail, etc</w:t>
      </w:r>
      <w:r>
        <w:rPr>
          <w:rFonts w:ascii="Times New Roman" w:hAnsi="Times New Roman"/>
          <w:sz w:val="24"/>
          <w:szCs w:val="24"/>
        </w:rPr>
        <w:t>…</w:t>
      </w:r>
      <w:r w:rsidRPr="006A5C46">
        <w:rPr>
          <w:rFonts w:ascii="Times New Roman" w:hAnsi="Times New Roman"/>
          <w:sz w:val="24"/>
          <w:szCs w:val="24"/>
        </w:rPr>
        <w:t>) ainsi que les spécificités propres à chacun des sites seront communiqué</w:t>
      </w:r>
      <w:r>
        <w:rPr>
          <w:rFonts w:ascii="Times New Roman" w:hAnsi="Times New Roman"/>
          <w:sz w:val="24"/>
          <w:szCs w:val="24"/>
        </w:rPr>
        <w:t>e</w:t>
      </w:r>
      <w:r w:rsidRPr="006A5C46">
        <w:rPr>
          <w:rFonts w:ascii="Times New Roman" w:hAnsi="Times New Roman"/>
          <w:sz w:val="24"/>
          <w:szCs w:val="24"/>
        </w:rPr>
        <w:t>s lors de</w:t>
      </w:r>
      <w:r>
        <w:rPr>
          <w:rFonts w:ascii="Times New Roman" w:hAnsi="Times New Roman"/>
          <w:sz w:val="24"/>
          <w:szCs w:val="24"/>
        </w:rPr>
        <w:t xml:space="preserve"> la réunion</w:t>
      </w:r>
      <w:r w:rsidRPr="006A5C46">
        <w:rPr>
          <w:rFonts w:ascii="Times New Roman" w:hAnsi="Times New Roman"/>
          <w:sz w:val="24"/>
          <w:szCs w:val="24"/>
        </w:rPr>
        <w:t xml:space="preserve"> de lancement.</w:t>
      </w:r>
    </w:p>
    <w:sectPr w:rsidR="00410AFD" w:rsidRPr="00F10353" w:rsidSect="00F10353">
      <w:pgSz w:w="16838" w:h="11906" w:orient="landscape"/>
      <w:pgMar w:top="1135" w:right="1417" w:bottom="1417" w:left="1417" w:header="708" w:footer="708" w:gutter="0"/>
      <w:pgNumType w:start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6345A72" w16cid:durableId="221DB87B"/>
  <w16cid:commentId w16cid:paraId="317E99D6" w16cid:durableId="221DB87C"/>
  <w16cid:commentId w16cid:paraId="4C03D23C" w16cid:durableId="221DB87D"/>
  <w16cid:commentId w16cid:paraId="49A51A71" w16cid:durableId="221DB87E"/>
  <w16cid:commentId w16cid:paraId="023C965A" w16cid:durableId="221DB87F"/>
  <w16cid:commentId w16cid:paraId="4A0890DC" w16cid:durableId="221DB880"/>
  <w16cid:commentId w16cid:paraId="70127E8B" w16cid:durableId="221DB881"/>
  <w16cid:commentId w16cid:paraId="108D7FBA" w16cid:durableId="221DB882"/>
  <w16cid:commentId w16cid:paraId="02E547E4" w16cid:durableId="221DB883"/>
  <w16cid:commentId w16cid:paraId="6C7A38C2" w16cid:durableId="221DB884"/>
  <w16cid:commentId w16cid:paraId="49A3BDF4" w16cid:durableId="203F252D"/>
  <w16cid:commentId w16cid:paraId="67251BC6" w16cid:durableId="221DC5AD"/>
  <w16cid:commentId w16cid:paraId="51D0EABB" w16cid:durableId="221DC5B1"/>
  <w16cid:commentId w16cid:paraId="3AAA2929" w16cid:durableId="221DC5BC"/>
  <w16cid:commentId w16cid:paraId="31FDE32F" w16cid:durableId="221E012C"/>
  <w16cid:commentId w16cid:paraId="68D039C6" w16cid:durableId="221E069D"/>
  <w16cid:commentId w16cid:paraId="748DBB29" w16cid:durableId="221F0C87"/>
  <w16cid:commentId w16cid:paraId="3873E570" w16cid:durableId="221F0E0C"/>
  <w16cid:commentId w16cid:paraId="435BD987" w16cid:durableId="221F2BCA"/>
  <w16cid:commentId w16cid:paraId="70D19F21" w16cid:durableId="221F28A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C86F08" w14:textId="77777777" w:rsidR="00084468" w:rsidRDefault="00084468" w:rsidP="00EA6B59">
      <w:pPr>
        <w:spacing w:after="0" w:line="240" w:lineRule="auto"/>
      </w:pPr>
      <w:r>
        <w:separator/>
      </w:r>
    </w:p>
  </w:endnote>
  <w:endnote w:type="continuationSeparator" w:id="0">
    <w:p w14:paraId="41DC42DC" w14:textId="77777777" w:rsidR="00084468" w:rsidRDefault="00084468" w:rsidP="00EA6B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Marianne Light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08411035"/>
      <w:docPartObj>
        <w:docPartGallery w:val="Page Numbers (Bottom of Page)"/>
        <w:docPartUnique/>
      </w:docPartObj>
    </w:sdtPr>
    <w:sdtEndPr/>
    <w:sdtContent>
      <w:p w14:paraId="13B7A674" w14:textId="24B5BA61" w:rsidR="00313E59" w:rsidRDefault="00313E59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73E5">
          <w:rPr>
            <w:noProof/>
          </w:rPr>
          <w:t>2</w:t>
        </w:r>
        <w:r>
          <w:fldChar w:fldCharType="end"/>
        </w:r>
      </w:p>
    </w:sdtContent>
  </w:sdt>
  <w:p w14:paraId="07796186" w14:textId="77777777" w:rsidR="00313E59" w:rsidRDefault="00313E59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ABA65B" w14:textId="7E593A06" w:rsidR="00A15B1B" w:rsidRDefault="00A15B1B">
    <w:pPr>
      <w:pStyle w:val="Pieddepage"/>
    </w:pPr>
    <w:r>
      <w:t xml:space="preserve">ESID </w:t>
    </w:r>
    <w:r w:rsidR="007718BD">
      <w:t xml:space="preserve">25 </w:t>
    </w:r>
    <w:r w:rsidR="005B73E5">
      <w:t>134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1524B1" w14:textId="77777777" w:rsidR="00084468" w:rsidRDefault="00084468" w:rsidP="00EA6B59">
      <w:pPr>
        <w:spacing w:after="0" w:line="240" w:lineRule="auto"/>
      </w:pPr>
      <w:r>
        <w:separator/>
      </w:r>
    </w:p>
  </w:footnote>
  <w:footnote w:type="continuationSeparator" w:id="0">
    <w:p w14:paraId="04D1E9ED" w14:textId="77777777" w:rsidR="00084468" w:rsidRDefault="00084468" w:rsidP="00EA6B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DDD4FE" w14:textId="7C9A7D21" w:rsidR="00A15B1B" w:rsidRDefault="00A15B1B">
    <w:pPr>
      <w:pStyle w:val="En-tte"/>
    </w:pPr>
    <w:r>
      <w:tab/>
    </w:r>
    <w:r>
      <w:tab/>
    </w:r>
    <w:r>
      <w:tab/>
      <w:t>DAF_</w:t>
    </w:r>
    <w:r w:rsidR="007718BD" w:rsidRPr="007718BD">
      <w:t>2025_000</w:t>
    </w:r>
    <w:r w:rsidR="005B73E5">
      <w:t>689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14685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11C029FB"/>
    <w:multiLevelType w:val="hybridMultilevel"/>
    <w:tmpl w:val="8E20C4F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7E4000"/>
    <w:multiLevelType w:val="singleLevel"/>
    <w:tmpl w:val="73E21714"/>
    <w:lvl w:ilvl="0">
      <w:start w:val="1"/>
      <w:numFmt w:val="bullet"/>
      <w:pStyle w:val="retrait2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 w15:restartNumberingAfterBreak="0">
    <w:nsid w:val="23B4733C"/>
    <w:multiLevelType w:val="hybridMultilevel"/>
    <w:tmpl w:val="287EF32E"/>
    <w:lvl w:ilvl="0" w:tplc="FFFFFFFF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</w:rPr>
    </w:lvl>
    <w:lvl w:ilvl="1" w:tplc="0C9E8AD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F93F9E"/>
    <w:multiLevelType w:val="hybridMultilevel"/>
    <w:tmpl w:val="2214C73A"/>
    <w:lvl w:ilvl="0" w:tplc="954E5DBA">
      <w:start w:val="1"/>
      <w:numFmt w:val="decimal"/>
      <w:lvlText w:val="%1)"/>
      <w:lvlJc w:val="left"/>
      <w:pPr>
        <w:ind w:left="81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34" w:hanging="360"/>
      </w:pPr>
    </w:lvl>
    <w:lvl w:ilvl="2" w:tplc="040C001B" w:tentative="1">
      <w:start w:val="1"/>
      <w:numFmt w:val="lowerRoman"/>
      <w:lvlText w:val="%3."/>
      <w:lvlJc w:val="right"/>
      <w:pPr>
        <w:ind w:left="2254" w:hanging="180"/>
      </w:pPr>
    </w:lvl>
    <w:lvl w:ilvl="3" w:tplc="040C000F" w:tentative="1">
      <w:start w:val="1"/>
      <w:numFmt w:val="decimal"/>
      <w:lvlText w:val="%4."/>
      <w:lvlJc w:val="left"/>
      <w:pPr>
        <w:ind w:left="2974" w:hanging="360"/>
      </w:pPr>
    </w:lvl>
    <w:lvl w:ilvl="4" w:tplc="040C0019" w:tentative="1">
      <w:start w:val="1"/>
      <w:numFmt w:val="lowerLetter"/>
      <w:lvlText w:val="%5."/>
      <w:lvlJc w:val="left"/>
      <w:pPr>
        <w:ind w:left="3694" w:hanging="360"/>
      </w:pPr>
    </w:lvl>
    <w:lvl w:ilvl="5" w:tplc="040C001B" w:tentative="1">
      <w:start w:val="1"/>
      <w:numFmt w:val="lowerRoman"/>
      <w:lvlText w:val="%6."/>
      <w:lvlJc w:val="right"/>
      <w:pPr>
        <w:ind w:left="4414" w:hanging="180"/>
      </w:pPr>
    </w:lvl>
    <w:lvl w:ilvl="6" w:tplc="040C000F" w:tentative="1">
      <w:start w:val="1"/>
      <w:numFmt w:val="decimal"/>
      <w:lvlText w:val="%7."/>
      <w:lvlJc w:val="left"/>
      <w:pPr>
        <w:ind w:left="5134" w:hanging="360"/>
      </w:pPr>
    </w:lvl>
    <w:lvl w:ilvl="7" w:tplc="040C0019" w:tentative="1">
      <w:start w:val="1"/>
      <w:numFmt w:val="lowerLetter"/>
      <w:lvlText w:val="%8."/>
      <w:lvlJc w:val="left"/>
      <w:pPr>
        <w:ind w:left="5854" w:hanging="360"/>
      </w:pPr>
    </w:lvl>
    <w:lvl w:ilvl="8" w:tplc="040C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5" w15:restartNumberingAfterBreak="0">
    <w:nsid w:val="474C641E"/>
    <w:multiLevelType w:val="hybridMultilevel"/>
    <w:tmpl w:val="AD669816"/>
    <w:lvl w:ilvl="0" w:tplc="968A9536">
      <w:numFmt w:val="bullet"/>
      <w:lvlText w:val="-"/>
      <w:lvlJc w:val="left"/>
      <w:pPr>
        <w:ind w:left="814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6" w15:restartNumberingAfterBreak="0">
    <w:nsid w:val="56F41BB0"/>
    <w:multiLevelType w:val="hybridMultilevel"/>
    <w:tmpl w:val="AEF478C8"/>
    <w:lvl w:ilvl="0" w:tplc="9AB24B70">
      <w:start w:val="1"/>
      <w:numFmt w:val="bullet"/>
      <w:lvlText w:val="­"/>
      <w:lvlJc w:val="left"/>
      <w:pPr>
        <w:ind w:left="720" w:hanging="360"/>
      </w:pPr>
      <w:rPr>
        <w:rFonts w:ascii="SimSun" w:eastAsia="SimSun" w:hAnsi="SimSun" w:hint="eastAsia"/>
        <w:b w:val="0"/>
        <w:i w:val="0"/>
        <w:caps w:val="0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43319C"/>
    <w:multiLevelType w:val="hybridMultilevel"/>
    <w:tmpl w:val="ADA62C52"/>
    <w:lvl w:ilvl="0" w:tplc="9AB24B7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C0003">
      <w:start w:val="1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C0005">
      <w:start w:val="65535"/>
      <w:numFmt w:val="bullet"/>
      <w:lvlText w:val="•"/>
      <w:lvlJc w:val="left"/>
      <w:pPr>
        <w:tabs>
          <w:tab w:val="num" w:pos="2160"/>
        </w:tabs>
        <w:ind w:left="2160" w:hanging="180"/>
      </w:pPr>
      <w:rPr>
        <w:rFonts w:ascii="Times New Roman" w:hAnsi="Times New Roman" w:cs="Times New Roman" w:hint="default"/>
      </w:rPr>
    </w:lvl>
    <w:lvl w:ilvl="3" w:tplc="9DB24CF4">
      <w:start w:val="1"/>
      <w:numFmt w:val="decimal"/>
      <w:lvlText w:val="%4)"/>
      <w:lvlJc w:val="left"/>
      <w:pPr>
        <w:ind w:left="3225" w:hanging="705"/>
      </w:pPr>
      <w:rPr>
        <w:rFonts w:hint="default"/>
      </w:rPr>
    </w:lvl>
    <w:lvl w:ilvl="4" w:tplc="040C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5251890"/>
    <w:multiLevelType w:val="hybridMultilevel"/>
    <w:tmpl w:val="EE62BD2E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C569A1"/>
    <w:multiLevelType w:val="hybridMultilevel"/>
    <w:tmpl w:val="9E500244"/>
    <w:lvl w:ilvl="0" w:tplc="FFFFFFFF">
      <w:start w:val="1"/>
      <w:numFmt w:val="bullet"/>
      <w:lvlText w:val="­"/>
      <w:lvlJc w:val="left"/>
      <w:pPr>
        <w:ind w:left="720" w:hanging="360"/>
      </w:pPr>
      <w:rPr>
        <w:rFonts w:ascii="SimSun" w:eastAsia="SimSun" w:hAnsi="SimSun" w:hint="eastAsia"/>
        <w:b w:val="0"/>
        <w:i w:val="0"/>
        <w:caps w:val="0"/>
        <w:sz w:val="24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aps w:val="0"/>
        <w:sz w:val="24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49142D"/>
    <w:multiLevelType w:val="hybridMultilevel"/>
    <w:tmpl w:val="3648CCA4"/>
    <w:lvl w:ilvl="0" w:tplc="855EF860">
      <w:start w:val="2"/>
      <w:numFmt w:val="bullet"/>
      <w:lvlText w:val=""/>
      <w:lvlJc w:val="left"/>
      <w:pPr>
        <w:ind w:left="814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11" w15:restartNumberingAfterBreak="0">
    <w:nsid w:val="75156B71"/>
    <w:multiLevelType w:val="hybridMultilevel"/>
    <w:tmpl w:val="E5F2FBDA"/>
    <w:lvl w:ilvl="0" w:tplc="718C8654"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D38158A"/>
    <w:multiLevelType w:val="multilevel"/>
    <w:tmpl w:val="251AA7E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7D987504"/>
    <w:multiLevelType w:val="hybridMultilevel"/>
    <w:tmpl w:val="F5C661F0"/>
    <w:lvl w:ilvl="0" w:tplc="040C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2"/>
  </w:num>
  <w:num w:numId="3">
    <w:abstractNumId w:val="12"/>
  </w:num>
  <w:num w:numId="4">
    <w:abstractNumId w:val="12"/>
  </w:num>
  <w:num w:numId="5">
    <w:abstractNumId w:val="12"/>
  </w:num>
  <w:num w:numId="6">
    <w:abstractNumId w:val="12"/>
  </w:num>
  <w:num w:numId="7">
    <w:abstractNumId w:val="12"/>
  </w:num>
  <w:num w:numId="8">
    <w:abstractNumId w:val="12"/>
  </w:num>
  <w:num w:numId="9">
    <w:abstractNumId w:val="12"/>
  </w:num>
  <w:num w:numId="10">
    <w:abstractNumId w:val="12"/>
  </w:num>
  <w:num w:numId="11">
    <w:abstractNumId w:val="0"/>
  </w:num>
  <w:num w:numId="12">
    <w:abstractNumId w:val="6"/>
  </w:num>
  <w:num w:numId="13">
    <w:abstractNumId w:val="3"/>
  </w:num>
  <w:num w:numId="14">
    <w:abstractNumId w:val="5"/>
  </w:num>
  <w:num w:numId="15">
    <w:abstractNumId w:val="9"/>
  </w:num>
  <w:num w:numId="16">
    <w:abstractNumId w:val="7"/>
  </w:num>
  <w:num w:numId="17">
    <w:abstractNumId w:val="13"/>
  </w:num>
  <w:num w:numId="18">
    <w:abstractNumId w:val="4"/>
  </w:num>
  <w:num w:numId="19">
    <w:abstractNumId w:val="8"/>
  </w:num>
  <w:num w:numId="20">
    <w:abstractNumId w:val="10"/>
  </w:num>
  <w:num w:numId="21">
    <w:abstractNumId w:val="1"/>
  </w:num>
  <w:num w:numId="22">
    <w:abstractNumId w:val="11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ctiveWritingStyle w:appName="MSWord" w:lang="fr-FR" w:vendorID="64" w:dllVersion="131078" w:nlCheck="1" w:checkStyle="0"/>
  <w:activeWritingStyle w:appName="MSWord" w:lang="en-US" w:vendorID="64" w:dllVersion="131078" w:nlCheck="1" w:checkStyle="1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1366"/>
    <w:rsid w:val="00005185"/>
    <w:rsid w:val="00014319"/>
    <w:rsid w:val="0001770C"/>
    <w:rsid w:val="0002039B"/>
    <w:rsid w:val="000214BB"/>
    <w:rsid w:val="00022044"/>
    <w:rsid w:val="00050653"/>
    <w:rsid w:val="00055BC9"/>
    <w:rsid w:val="00056423"/>
    <w:rsid w:val="000625E9"/>
    <w:rsid w:val="0006299A"/>
    <w:rsid w:val="00062BBE"/>
    <w:rsid w:val="00063A3D"/>
    <w:rsid w:val="00073F35"/>
    <w:rsid w:val="00084468"/>
    <w:rsid w:val="0008744C"/>
    <w:rsid w:val="000910FC"/>
    <w:rsid w:val="0009608D"/>
    <w:rsid w:val="000A1E46"/>
    <w:rsid w:val="000B034F"/>
    <w:rsid w:val="000C3633"/>
    <w:rsid w:val="000E63CB"/>
    <w:rsid w:val="000F275F"/>
    <w:rsid w:val="000F38D9"/>
    <w:rsid w:val="00104D53"/>
    <w:rsid w:val="00122955"/>
    <w:rsid w:val="00131804"/>
    <w:rsid w:val="00135BF5"/>
    <w:rsid w:val="00150EBF"/>
    <w:rsid w:val="00155227"/>
    <w:rsid w:val="0015741B"/>
    <w:rsid w:val="001B4AD4"/>
    <w:rsid w:val="001B6330"/>
    <w:rsid w:val="001C3DE6"/>
    <w:rsid w:val="001E366E"/>
    <w:rsid w:val="001E72A0"/>
    <w:rsid w:val="001F378F"/>
    <w:rsid w:val="0020666C"/>
    <w:rsid w:val="00211B4E"/>
    <w:rsid w:val="00211D29"/>
    <w:rsid w:val="0023454E"/>
    <w:rsid w:val="002476A1"/>
    <w:rsid w:val="00250321"/>
    <w:rsid w:val="00260DA9"/>
    <w:rsid w:val="00262BB6"/>
    <w:rsid w:val="00267BD7"/>
    <w:rsid w:val="002A0B70"/>
    <w:rsid w:val="002A7BE1"/>
    <w:rsid w:val="002F1DF0"/>
    <w:rsid w:val="00302298"/>
    <w:rsid w:val="00313E59"/>
    <w:rsid w:val="003200C4"/>
    <w:rsid w:val="00331F9E"/>
    <w:rsid w:val="00341EEF"/>
    <w:rsid w:val="003429B5"/>
    <w:rsid w:val="003727DA"/>
    <w:rsid w:val="00376660"/>
    <w:rsid w:val="003779ED"/>
    <w:rsid w:val="00395686"/>
    <w:rsid w:val="003A164E"/>
    <w:rsid w:val="003B204E"/>
    <w:rsid w:val="003B455F"/>
    <w:rsid w:val="003C45DC"/>
    <w:rsid w:val="003D38B7"/>
    <w:rsid w:val="004014A7"/>
    <w:rsid w:val="00403987"/>
    <w:rsid w:val="00410AFD"/>
    <w:rsid w:val="00412B51"/>
    <w:rsid w:val="00420410"/>
    <w:rsid w:val="00424EB7"/>
    <w:rsid w:val="00432FF6"/>
    <w:rsid w:val="00440369"/>
    <w:rsid w:val="004465ED"/>
    <w:rsid w:val="00451CD6"/>
    <w:rsid w:val="004603E0"/>
    <w:rsid w:val="0047210C"/>
    <w:rsid w:val="004762CE"/>
    <w:rsid w:val="00486D1C"/>
    <w:rsid w:val="00491366"/>
    <w:rsid w:val="004B160C"/>
    <w:rsid w:val="004B30E6"/>
    <w:rsid w:val="004C3C4D"/>
    <w:rsid w:val="004D527E"/>
    <w:rsid w:val="004E1069"/>
    <w:rsid w:val="004E38C1"/>
    <w:rsid w:val="004E5F9B"/>
    <w:rsid w:val="004F2B7B"/>
    <w:rsid w:val="004F313A"/>
    <w:rsid w:val="004F6FD1"/>
    <w:rsid w:val="00502994"/>
    <w:rsid w:val="00502DFB"/>
    <w:rsid w:val="00504788"/>
    <w:rsid w:val="00513CAC"/>
    <w:rsid w:val="00532B4C"/>
    <w:rsid w:val="00561DF6"/>
    <w:rsid w:val="00563588"/>
    <w:rsid w:val="005667AF"/>
    <w:rsid w:val="00567A1A"/>
    <w:rsid w:val="00580A3D"/>
    <w:rsid w:val="005866EA"/>
    <w:rsid w:val="00592674"/>
    <w:rsid w:val="00592D64"/>
    <w:rsid w:val="005B10E0"/>
    <w:rsid w:val="005B20AE"/>
    <w:rsid w:val="005B73E5"/>
    <w:rsid w:val="005C584E"/>
    <w:rsid w:val="005D5D11"/>
    <w:rsid w:val="005E7372"/>
    <w:rsid w:val="005F1279"/>
    <w:rsid w:val="005F445C"/>
    <w:rsid w:val="005F51D7"/>
    <w:rsid w:val="005F6470"/>
    <w:rsid w:val="0063678E"/>
    <w:rsid w:val="0065060A"/>
    <w:rsid w:val="00652ABA"/>
    <w:rsid w:val="00654E35"/>
    <w:rsid w:val="006613DD"/>
    <w:rsid w:val="006626C3"/>
    <w:rsid w:val="00665859"/>
    <w:rsid w:val="0067331B"/>
    <w:rsid w:val="00675E5F"/>
    <w:rsid w:val="006947F8"/>
    <w:rsid w:val="006A0D6A"/>
    <w:rsid w:val="006A1A77"/>
    <w:rsid w:val="006B767A"/>
    <w:rsid w:val="006C3B18"/>
    <w:rsid w:val="006F348D"/>
    <w:rsid w:val="00701035"/>
    <w:rsid w:val="00703893"/>
    <w:rsid w:val="00704D92"/>
    <w:rsid w:val="0071039C"/>
    <w:rsid w:val="007159CA"/>
    <w:rsid w:val="00715E62"/>
    <w:rsid w:val="00727941"/>
    <w:rsid w:val="00735C46"/>
    <w:rsid w:val="00744A8B"/>
    <w:rsid w:val="007657C1"/>
    <w:rsid w:val="00765A60"/>
    <w:rsid w:val="007718BD"/>
    <w:rsid w:val="00774C9E"/>
    <w:rsid w:val="0078046A"/>
    <w:rsid w:val="00784833"/>
    <w:rsid w:val="007965CB"/>
    <w:rsid w:val="0079722F"/>
    <w:rsid w:val="007A4173"/>
    <w:rsid w:val="007A6552"/>
    <w:rsid w:val="007B42E0"/>
    <w:rsid w:val="007C18BA"/>
    <w:rsid w:val="007C2D7B"/>
    <w:rsid w:val="007C53C4"/>
    <w:rsid w:val="007C7503"/>
    <w:rsid w:val="007F2911"/>
    <w:rsid w:val="007F7034"/>
    <w:rsid w:val="00800A0D"/>
    <w:rsid w:val="00824786"/>
    <w:rsid w:val="00826D76"/>
    <w:rsid w:val="008523F1"/>
    <w:rsid w:val="00852962"/>
    <w:rsid w:val="008750C9"/>
    <w:rsid w:val="00875379"/>
    <w:rsid w:val="00882C5A"/>
    <w:rsid w:val="00891ABE"/>
    <w:rsid w:val="00897498"/>
    <w:rsid w:val="008A0592"/>
    <w:rsid w:val="008A2A9B"/>
    <w:rsid w:val="008B4492"/>
    <w:rsid w:val="008B4C0A"/>
    <w:rsid w:val="008B7720"/>
    <w:rsid w:val="008C2060"/>
    <w:rsid w:val="008C54BF"/>
    <w:rsid w:val="008D240A"/>
    <w:rsid w:val="008E2292"/>
    <w:rsid w:val="008E4307"/>
    <w:rsid w:val="00904184"/>
    <w:rsid w:val="00904AD4"/>
    <w:rsid w:val="00912B09"/>
    <w:rsid w:val="00936F34"/>
    <w:rsid w:val="00942CCB"/>
    <w:rsid w:val="00963918"/>
    <w:rsid w:val="009648F2"/>
    <w:rsid w:val="009736EA"/>
    <w:rsid w:val="009773E3"/>
    <w:rsid w:val="00993C85"/>
    <w:rsid w:val="009A09DE"/>
    <w:rsid w:val="009A4AFE"/>
    <w:rsid w:val="009A4D96"/>
    <w:rsid w:val="009B3C4B"/>
    <w:rsid w:val="009B7416"/>
    <w:rsid w:val="009C3205"/>
    <w:rsid w:val="009E2D62"/>
    <w:rsid w:val="009E762F"/>
    <w:rsid w:val="009F2578"/>
    <w:rsid w:val="009F6923"/>
    <w:rsid w:val="00A15B1B"/>
    <w:rsid w:val="00A21545"/>
    <w:rsid w:val="00A234D4"/>
    <w:rsid w:val="00A36B33"/>
    <w:rsid w:val="00A413FD"/>
    <w:rsid w:val="00A5473E"/>
    <w:rsid w:val="00A62094"/>
    <w:rsid w:val="00A774EA"/>
    <w:rsid w:val="00A97745"/>
    <w:rsid w:val="00AB2CEA"/>
    <w:rsid w:val="00AC4351"/>
    <w:rsid w:val="00AC5302"/>
    <w:rsid w:val="00AD4367"/>
    <w:rsid w:val="00AE0672"/>
    <w:rsid w:val="00AE4899"/>
    <w:rsid w:val="00B0034A"/>
    <w:rsid w:val="00B03DAE"/>
    <w:rsid w:val="00B0784B"/>
    <w:rsid w:val="00B10CDB"/>
    <w:rsid w:val="00B13679"/>
    <w:rsid w:val="00B1789F"/>
    <w:rsid w:val="00B238F8"/>
    <w:rsid w:val="00B2741C"/>
    <w:rsid w:val="00B47966"/>
    <w:rsid w:val="00B54BC4"/>
    <w:rsid w:val="00B9098A"/>
    <w:rsid w:val="00BA6236"/>
    <w:rsid w:val="00BC641E"/>
    <w:rsid w:val="00BC69E5"/>
    <w:rsid w:val="00BE4040"/>
    <w:rsid w:val="00C10ED3"/>
    <w:rsid w:val="00C15FC3"/>
    <w:rsid w:val="00C20F9C"/>
    <w:rsid w:val="00C32946"/>
    <w:rsid w:val="00C347F2"/>
    <w:rsid w:val="00C43174"/>
    <w:rsid w:val="00C44439"/>
    <w:rsid w:val="00C6454D"/>
    <w:rsid w:val="00C6763C"/>
    <w:rsid w:val="00C74B79"/>
    <w:rsid w:val="00C82AE3"/>
    <w:rsid w:val="00C87F80"/>
    <w:rsid w:val="00C96EEA"/>
    <w:rsid w:val="00CA3057"/>
    <w:rsid w:val="00CA3F4C"/>
    <w:rsid w:val="00CA5953"/>
    <w:rsid w:val="00CF06D8"/>
    <w:rsid w:val="00D0090A"/>
    <w:rsid w:val="00D0260B"/>
    <w:rsid w:val="00D07AE8"/>
    <w:rsid w:val="00D11A47"/>
    <w:rsid w:val="00D1322D"/>
    <w:rsid w:val="00D213BC"/>
    <w:rsid w:val="00D239D0"/>
    <w:rsid w:val="00D42FFE"/>
    <w:rsid w:val="00D47886"/>
    <w:rsid w:val="00D47953"/>
    <w:rsid w:val="00D5331B"/>
    <w:rsid w:val="00D5674B"/>
    <w:rsid w:val="00D61232"/>
    <w:rsid w:val="00D71A45"/>
    <w:rsid w:val="00D7354B"/>
    <w:rsid w:val="00D73F5F"/>
    <w:rsid w:val="00D911DE"/>
    <w:rsid w:val="00DA75A3"/>
    <w:rsid w:val="00DD0B95"/>
    <w:rsid w:val="00DD14CD"/>
    <w:rsid w:val="00DD2E0E"/>
    <w:rsid w:val="00DE0DDC"/>
    <w:rsid w:val="00DF05C2"/>
    <w:rsid w:val="00E012C2"/>
    <w:rsid w:val="00E45982"/>
    <w:rsid w:val="00E64161"/>
    <w:rsid w:val="00E7280E"/>
    <w:rsid w:val="00E87AAE"/>
    <w:rsid w:val="00E970C0"/>
    <w:rsid w:val="00EA60CB"/>
    <w:rsid w:val="00EA6B59"/>
    <w:rsid w:val="00EC58AD"/>
    <w:rsid w:val="00ED583B"/>
    <w:rsid w:val="00EE10E8"/>
    <w:rsid w:val="00EE55D3"/>
    <w:rsid w:val="00F02DF2"/>
    <w:rsid w:val="00F10353"/>
    <w:rsid w:val="00F23173"/>
    <w:rsid w:val="00F24CC0"/>
    <w:rsid w:val="00F31FBC"/>
    <w:rsid w:val="00F5249B"/>
    <w:rsid w:val="00F54BBA"/>
    <w:rsid w:val="00F57581"/>
    <w:rsid w:val="00F62553"/>
    <w:rsid w:val="00F70072"/>
    <w:rsid w:val="00F76739"/>
    <w:rsid w:val="00F90C6C"/>
    <w:rsid w:val="00F94FB7"/>
    <w:rsid w:val="00FA048D"/>
    <w:rsid w:val="00FB48C0"/>
    <w:rsid w:val="00FB6100"/>
    <w:rsid w:val="00FE1639"/>
    <w:rsid w:val="00FE23D8"/>
    <w:rsid w:val="00FF1ABC"/>
    <w:rsid w:val="00FF7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C783BE"/>
  <w15:chartTrackingRefBased/>
  <w15:docId w15:val="{DCFF03E9-C05E-40EA-B8FE-4D1085463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1"/>
        <w:szCs w:val="21"/>
        <w:lang w:val="fr-FR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4788"/>
    <w:pPr>
      <w:jc w:val="both"/>
    </w:pPr>
    <w:rPr>
      <w:rFonts w:ascii="Marianne" w:hAnsi="Marianne"/>
      <w:sz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F62553"/>
    <w:pPr>
      <w:keepNext/>
      <w:keepLines/>
      <w:numPr>
        <w:numId w:val="11"/>
      </w:numPr>
      <w:spacing w:before="360" w:after="240" w:line="240" w:lineRule="auto"/>
      <w:ind w:left="431" w:hanging="431"/>
      <w:outlineLvl w:val="0"/>
    </w:pPr>
    <w:rPr>
      <w:rFonts w:eastAsiaTheme="majorEastAsia" w:cstheme="majorBidi"/>
      <w:b/>
      <w:color w:val="764673" w:themeColor="accent6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D73F5F"/>
    <w:pPr>
      <w:keepNext/>
      <w:keepLines/>
      <w:numPr>
        <w:ilvl w:val="1"/>
        <w:numId w:val="11"/>
      </w:numPr>
      <w:spacing w:before="240" w:after="120" w:line="240" w:lineRule="auto"/>
      <w:outlineLvl w:val="1"/>
    </w:pPr>
    <w:rPr>
      <w:rFonts w:eastAsiaTheme="majorEastAsia" w:cstheme="majorBidi"/>
      <w:b/>
      <w:color w:val="764673" w:themeColor="accent6" w:themeShade="BF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D73F5F"/>
    <w:pPr>
      <w:keepNext/>
      <w:keepLines/>
      <w:numPr>
        <w:ilvl w:val="2"/>
        <w:numId w:val="11"/>
      </w:numPr>
      <w:spacing w:before="80" w:after="120" w:line="240" w:lineRule="auto"/>
      <w:outlineLvl w:val="2"/>
    </w:pPr>
    <w:rPr>
      <w:rFonts w:eastAsiaTheme="majorEastAsia" w:cstheme="majorBidi"/>
      <w:b/>
      <w:color w:val="764673" w:themeColor="accent6" w:themeShade="B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D73F5F"/>
    <w:pPr>
      <w:keepNext/>
      <w:keepLines/>
      <w:numPr>
        <w:ilvl w:val="3"/>
        <w:numId w:val="11"/>
      </w:numPr>
      <w:spacing w:before="80" w:after="0"/>
      <w:outlineLvl w:val="3"/>
    </w:pPr>
    <w:rPr>
      <w:rFonts w:eastAsiaTheme="majorEastAsia" w:cstheme="majorBidi"/>
      <w:color w:val="9E5E9B" w:themeColor="accent6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D73F5F"/>
    <w:pPr>
      <w:keepNext/>
      <w:keepLines/>
      <w:numPr>
        <w:ilvl w:val="4"/>
        <w:numId w:val="11"/>
      </w:numPr>
      <w:spacing w:before="40" w:after="0"/>
      <w:outlineLvl w:val="4"/>
    </w:pPr>
    <w:rPr>
      <w:rFonts w:eastAsiaTheme="majorEastAsia" w:cstheme="majorBidi"/>
      <w:i/>
      <w:iCs/>
      <w:color w:val="9E5E9B" w:themeColor="accent6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055BC9"/>
    <w:pPr>
      <w:keepNext/>
      <w:keepLines/>
      <w:numPr>
        <w:ilvl w:val="5"/>
        <w:numId w:val="11"/>
      </w:numPr>
      <w:spacing w:before="40" w:after="0"/>
      <w:outlineLvl w:val="5"/>
    </w:pPr>
    <w:rPr>
      <w:rFonts w:asciiTheme="majorHAnsi" w:eastAsiaTheme="majorEastAsia" w:hAnsiTheme="majorHAnsi" w:cstheme="majorBidi"/>
      <w:color w:val="9E5E9B" w:themeColor="accent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055BC9"/>
    <w:pPr>
      <w:keepNext/>
      <w:keepLines/>
      <w:numPr>
        <w:ilvl w:val="6"/>
        <w:numId w:val="11"/>
      </w:numPr>
      <w:spacing w:before="40" w:after="0"/>
      <w:outlineLvl w:val="6"/>
    </w:pPr>
    <w:rPr>
      <w:rFonts w:asciiTheme="majorHAnsi" w:eastAsiaTheme="majorEastAsia" w:hAnsiTheme="majorHAnsi" w:cstheme="majorBidi"/>
      <w:b/>
      <w:bCs/>
      <w:color w:val="9E5E9B" w:themeColor="accent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055BC9"/>
    <w:pPr>
      <w:keepNext/>
      <w:keepLines/>
      <w:numPr>
        <w:ilvl w:val="7"/>
        <w:numId w:val="11"/>
      </w:numPr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9E5E9B" w:themeColor="accent6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055BC9"/>
    <w:pPr>
      <w:keepNext/>
      <w:keepLines/>
      <w:numPr>
        <w:ilvl w:val="8"/>
        <w:numId w:val="1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9E5E9B" w:themeColor="accent6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F62553"/>
    <w:rPr>
      <w:rFonts w:ascii="Marianne" w:eastAsiaTheme="majorEastAsia" w:hAnsi="Marianne" w:cstheme="majorBidi"/>
      <w:b/>
      <w:color w:val="764673" w:themeColor="accent6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D73F5F"/>
    <w:rPr>
      <w:rFonts w:ascii="Marianne" w:eastAsiaTheme="majorEastAsia" w:hAnsi="Marianne" w:cstheme="majorBidi"/>
      <w:b/>
      <w:color w:val="764673" w:themeColor="accent6" w:themeShade="BF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D73F5F"/>
    <w:rPr>
      <w:rFonts w:ascii="Marianne" w:eastAsiaTheme="majorEastAsia" w:hAnsi="Marianne" w:cstheme="majorBidi"/>
      <w:b/>
      <w:color w:val="764673" w:themeColor="accent6" w:themeShade="B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rsid w:val="00D73F5F"/>
    <w:rPr>
      <w:rFonts w:ascii="Marianne" w:eastAsiaTheme="majorEastAsia" w:hAnsi="Marianne" w:cstheme="majorBidi"/>
      <w:color w:val="9E5E9B" w:themeColor="accent6"/>
      <w:sz w:val="22"/>
      <w:szCs w:val="22"/>
    </w:rPr>
  </w:style>
  <w:style w:type="character" w:customStyle="1" w:styleId="Titre5Car">
    <w:name w:val="Titre 5 Car"/>
    <w:basedOn w:val="Policepardfaut"/>
    <w:link w:val="Titre5"/>
    <w:uiPriority w:val="9"/>
    <w:rsid w:val="00D73F5F"/>
    <w:rPr>
      <w:rFonts w:ascii="Marianne" w:eastAsiaTheme="majorEastAsia" w:hAnsi="Marianne" w:cstheme="majorBidi"/>
      <w:i/>
      <w:iCs/>
      <w:color w:val="9E5E9B" w:themeColor="accent6"/>
      <w:sz w:val="22"/>
      <w:szCs w:val="22"/>
    </w:rPr>
  </w:style>
  <w:style w:type="character" w:customStyle="1" w:styleId="Titre6Car">
    <w:name w:val="Titre 6 Car"/>
    <w:basedOn w:val="Policepardfaut"/>
    <w:link w:val="Titre6"/>
    <w:uiPriority w:val="9"/>
    <w:semiHidden/>
    <w:rsid w:val="00055BC9"/>
    <w:rPr>
      <w:rFonts w:asciiTheme="majorHAnsi" w:eastAsiaTheme="majorEastAsia" w:hAnsiTheme="majorHAnsi" w:cstheme="majorBidi"/>
      <w:color w:val="9E5E9B" w:themeColor="accent6"/>
    </w:rPr>
  </w:style>
  <w:style w:type="character" w:customStyle="1" w:styleId="Titre7Car">
    <w:name w:val="Titre 7 Car"/>
    <w:basedOn w:val="Policepardfaut"/>
    <w:link w:val="Titre7"/>
    <w:uiPriority w:val="9"/>
    <w:semiHidden/>
    <w:rsid w:val="00055BC9"/>
    <w:rPr>
      <w:rFonts w:asciiTheme="majorHAnsi" w:eastAsiaTheme="majorEastAsia" w:hAnsiTheme="majorHAnsi" w:cstheme="majorBidi"/>
      <w:b/>
      <w:bCs/>
      <w:color w:val="9E5E9B" w:themeColor="accent6"/>
    </w:rPr>
  </w:style>
  <w:style w:type="character" w:customStyle="1" w:styleId="Titre8Car">
    <w:name w:val="Titre 8 Car"/>
    <w:basedOn w:val="Policepardfaut"/>
    <w:link w:val="Titre8"/>
    <w:uiPriority w:val="9"/>
    <w:semiHidden/>
    <w:rsid w:val="00055BC9"/>
    <w:rPr>
      <w:rFonts w:asciiTheme="majorHAnsi" w:eastAsiaTheme="majorEastAsia" w:hAnsiTheme="majorHAnsi" w:cstheme="majorBidi"/>
      <w:b/>
      <w:bCs/>
      <w:i/>
      <w:iCs/>
      <w:color w:val="9E5E9B" w:themeColor="accent6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055BC9"/>
    <w:rPr>
      <w:rFonts w:asciiTheme="majorHAnsi" w:eastAsiaTheme="majorEastAsia" w:hAnsiTheme="majorHAnsi" w:cstheme="majorBidi"/>
      <w:i/>
      <w:iCs/>
      <w:color w:val="9E5E9B" w:themeColor="accent6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055BC9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re">
    <w:name w:val="Title"/>
    <w:basedOn w:val="Normal"/>
    <w:next w:val="Normal"/>
    <w:link w:val="TitreCar"/>
    <w:uiPriority w:val="10"/>
    <w:qFormat/>
    <w:rsid w:val="00D73F5F"/>
    <w:pPr>
      <w:spacing w:after="480" w:line="240" w:lineRule="auto"/>
      <w:contextualSpacing/>
    </w:pPr>
    <w:rPr>
      <w:rFonts w:ascii="Marianne Light" w:eastAsiaTheme="majorEastAsia" w:hAnsi="Marianne Light" w:cstheme="majorBidi"/>
      <w:color w:val="262626" w:themeColor="text1" w:themeTint="D9"/>
      <w:spacing w:val="-20"/>
      <w:sz w:val="72"/>
      <w:szCs w:val="96"/>
    </w:rPr>
  </w:style>
  <w:style w:type="character" w:customStyle="1" w:styleId="TitreCar">
    <w:name w:val="Titre Car"/>
    <w:basedOn w:val="Policepardfaut"/>
    <w:link w:val="Titre"/>
    <w:uiPriority w:val="10"/>
    <w:rsid w:val="00D73F5F"/>
    <w:rPr>
      <w:rFonts w:ascii="Marianne Light" w:eastAsiaTheme="majorEastAsia" w:hAnsi="Marianne Light" w:cstheme="majorBidi"/>
      <w:color w:val="262626" w:themeColor="text1" w:themeTint="D9"/>
      <w:spacing w:val="-20"/>
      <w:sz w:val="72"/>
      <w:szCs w:val="9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D73F5F"/>
    <w:pPr>
      <w:numPr>
        <w:ilvl w:val="1"/>
      </w:numPr>
      <w:spacing w:line="240" w:lineRule="auto"/>
    </w:pPr>
    <w:rPr>
      <w:rFonts w:ascii="Marianne Light" w:eastAsiaTheme="majorEastAsia" w:hAnsi="Marianne Light" w:cstheme="majorBidi"/>
      <w:sz w:val="30"/>
      <w:szCs w:val="30"/>
    </w:rPr>
  </w:style>
  <w:style w:type="character" w:customStyle="1" w:styleId="Sous-titreCar">
    <w:name w:val="Sous-titre Car"/>
    <w:basedOn w:val="Policepardfaut"/>
    <w:link w:val="Sous-titre"/>
    <w:uiPriority w:val="11"/>
    <w:rsid w:val="00D73F5F"/>
    <w:rPr>
      <w:rFonts w:ascii="Marianne Light" w:eastAsiaTheme="majorEastAsia" w:hAnsi="Marianne Light" w:cstheme="majorBidi"/>
      <w:sz w:val="30"/>
      <w:szCs w:val="30"/>
    </w:rPr>
  </w:style>
  <w:style w:type="character" w:styleId="lev">
    <w:name w:val="Strong"/>
    <w:basedOn w:val="Policepardfaut"/>
    <w:uiPriority w:val="22"/>
    <w:qFormat/>
    <w:rsid w:val="00D73F5F"/>
    <w:rPr>
      <w:rFonts w:ascii="Marianne" w:hAnsi="Marianne"/>
      <w:b/>
      <w:bCs/>
    </w:rPr>
  </w:style>
  <w:style w:type="character" w:styleId="Accentuation">
    <w:name w:val="Emphasis"/>
    <w:basedOn w:val="Policepardfaut"/>
    <w:uiPriority w:val="20"/>
    <w:qFormat/>
    <w:rsid w:val="00D73F5F"/>
    <w:rPr>
      <w:rFonts w:ascii="Marianne" w:hAnsi="Marianne"/>
      <w:i/>
      <w:iCs/>
      <w:color w:val="9E5E9B" w:themeColor="accent6"/>
    </w:rPr>
  </w:style>
  <w:style w:type="paragraph" w:styleId="Sansinterligne">
    <w:name w:val="No Spacing"/>
    <w:link w:val="SansinterligneCar"/>
    <w:uiPriority w:val="1"/>
    <w:qFormat/>
    <w:rsid w:val="00451CD6"/>
    <w:pPr>
      <w:spacing w:after="0" w:line="240" w:lineRule="auto"/>
    </w:pPr>
    <w:rPr>
      <w:rFonts w:ascii="Marianne" w:hAnsi="Marianne"/>
      <w:sz w:val="20"/>
    </w:rPr>
  </w:style>
  <w:style w:type="character" w:customStyle="1" w:styleId="SansinterligneCar">
    <w:name w:val="Sans interligne Car"/>
    <w:basedOn w:val="Policepardfaut"/>
    <w:link w:val="Sansinterligne"/>
    <w:uiPriority w:val="1"/>
    <w:rsid w:val="00451CD6"/>
    <w:rPr>
      <w:rFonts w:ascii="Marianne" w:hAnsi="Marianne"/>
      <w:sz w:val="20"/>
    </w:rPr>
  </w:style>
  <w:style w:type="paragraph" w:styleId="Citation">
    <w:name w:val="Quote"/>
    <w:basedOn w:val="Normal"/>
    <w:next w:val="Normal"/>
    <w:link w:val="CitationCar"/>
    <w:uiPriority w:val="29"/>
    <w:qFormat/>
    <w:rsid w:val="00055BC9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tionCar">
    <w:name w:val="Citation Car"/>
    <w:basedOn w:val="Policepardfaut"/>
    <w:link w:val="Citation"/>
    <w:uiPriority w:val="29"/>
    <w:rsid w:val="00055BC9"/>
    <w:rPr>
      <w:i/>
      <w:iCs/>
      <w:color w:val="262626" w:themeColor="text1" w:themeTint="D9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D73F5F"/>
    <w:pPr>
      <w:spacing w:before="160" w:after="160" w:line="264" w:lineRule="auto"/>
      <w:ind w:left="720" w:right="720"/>
      <w:jc w:val="center"/>
    </w:pPr>
    <w:rPr>
      <w:rFonts w:eastAsiaTheme="majorEastAsia" w:cstheme="majorBidi"/>
      <w:i/>
      <w:iCs/>
      <w:color w:val="9E5E9B" w:themeColor="accent6"/>
      <w:sz w:val="32"/>
      <w:szCs w:val="3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D73F5F"/>
    <w:rPr>
      <w:rFonts w:ascii="Marianne" w:eastAsiaTheme="majorEastAsia" w:hAnsi="Marianne" w:cstheme="majorBidi"/>
      <w:i/>
      <w:iCs/>
      <w:color w:val="9E5E9B" w:themeColor="accent6"/>
      <w:sz w:val="32"/>
      <w:szCs w:val="32"/>
    </w:rPr>
  </w:style>
  <w:style w:type="character" w:styleId="Emphaseple">
    <w:name w:val="Subtle Emphasis"/>
    <w:basedOn w:val="Policepardfaut"/>
    <w:uiPriority w:val="19"/>
    <w:qFormat/>
    <w:rsid w:val="00D73F5F"/>
    <w:rPr>
      <w:rFonts w:ascii="Marianne" w:hAnsi="Marianne"/>
      <w:i/>
      <w:iCs/>
    </w:rPr>
  </w:style>
  <w:style w:type="character" w:styleId="Emphaseintense">
    <w:name w:val="Intense Emphasis"/>
    <w:basedOn w:val="Policepardfaut"/>
    <w:uiPriority w:val="21"/>
    <w:qFormat/>
    <w:rsid w:val="00D73F5F"/>
    <w:rPr>
      <w:rFonts w:ascii="Marianne" w:hAnsi="Marianne"/>
      <w:b/>
      <w:bCs/>
      <w:i/>
      <w:iCs/>
    </w:rPr>
  </w:style>
  <w:style w:type="character" w:styleId="Rfrenceple">
    <w:name w:val="Subtle Reference"/>
    <w:basedOn w:val="Policepardfaut"/>
    <w:uiPriority w:val="31"/>
    <w:qFormat/>
    <w:rsid w:val="00D73F5F"/>
    <w:rPr>
      <w:rFonts w:ascii="Marianne Light" w:hAnsi="Marianne Light"/>
      <w:smallCaps/>
      <w:color w:val="595959" w:themeColor="text1" w:themeTint="A6"/>
    </w:rPr>
  </w:style>
  <w:style w:type="character" w:styleId="Rfrenceintense">
    <w:name w:val="Intense Reference"/>
    <w:basedOn w:val="Policepardfaut"/>
    <w:uiPriority w:val="32"/>
    <w:qFormat/>
    <w:rsid w:val="00D73F5F"/>
    <w:rPr>
      <w:rFonts w:ascii="Marianne Light" w:hAnsi="Marianne Light"/>
      <w:b/>
      <w:bCs/>
      <w:smallCaps/>
      <w:color w:val="9E5E9B" w:themeColor="accent6"/>
    </w:rPr>
  </w:style>
  <w:style w:type="character" w:styleId="Titredulivre">
    <w:name w:val="Book Title"/>
    <w:basedOn w:val="Policepardfaut"/>
    <w:uiPriority w:val="33"/>
    <w:qFormat/>
    <w:rsid w:val="00D73F5F"/>
    <w:rPr>
      <w:rFonts w:ascii="Marianne Light" w:hAnsi="Marianne Light"/>
      <w:b/>
      <w:bCs/>
      <w:caps w:val="0"/>
      <w:smallCaps/>
      <w:spacing w:val="7"/>
      <w:sz w:val="21"/>
      <w:szCs w:val="21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055BC9"/>
    <w:pPr>
      <w:outlineLvl w:val="9"/>
    </w:pPr>
  </w:style>
  <w:style w:type="paragraph" w:styleId="Paragraphedeliste">
    <w:name w:val="List Paragraph"/>
    <w:basedOn w:val="Normal"/>
    <w:uiPriority w:val="34"/>
    <w:qFormat/>
    <w:rsid w:val="002A0B70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055B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55BC9"/>
    <w:rPr>
      <w:rFonts w:ascii="Segoe UI" w:hAnsi="Segoe UI" w:cs="Segoe UI"/>
      <w:sz w:val="18"/>
      <w:szCs w:val="18"/>
    </w:rPr>
  </w:style>
  <w:style w:type="character" w:styleId="Marquedecommentaire">
    <w:name w:val="annotation reference"/>
    <w:semiHidden/>
    <w:rsid w:val="009C3205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9C3205"/>
    <w:pPr>
      <w:spacing w:after="0" w:line="240" w:lineRule="auto"/>
      <w:ind w:left="454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semiHidden/>
    <w:rsid w:val="009C3205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C347F2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C347F2"/>
    <w:pPr>
      <w:spacing w:after="100"/>
      <w:ind w:left="210"/>
    </w:pPr>
  </w:style>
  <w:style w:type="character" w:styleId="Lienhypertexte">
    <w:name w:val="Hyperlink"/>
    <w:basedOn w:val="Policepardfaut"/>
    <w:uiPriority w:val="99"/>
    <w:unhideWhenUsed/>
    <w:rsid w:val="00C347F2"/>
    <w:rPr>
      <w:color w:val="58C1BA" w:themeColor="hyperlink"/>
      <w:u w:val="single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9098A"/>
    <w:pPr>
      <w:spacing w:after="200"/>
      <w:ind w:left="0"/>
    </w:pPr>
    <w:rPr>
      <w:rFonts w:asciiTheme="minorHAnsi" w:eastAsiaTheme="minorEastAsia" w:hAnsiTheme="minorHAnsi" w:cstheme="minorBidi"/>
      <w:b/>
      <w:bCs/>
      <w:lang w:eastAsia="en-US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9098A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Notedebasdepage">
    <w:name w:val="footnote text"/>
    <w:basedOn w:val="Normal"/>
    <w:link w:val="NotedebasdepageCar"/>
    <w:semiHidden/>
    <w:rsid w:val="00EA6B5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EA6B59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notedebasdep">
    <w:name w:val="footnote reference"/>
    <w:rsid w:val="00EA6B59"/>
    <w:rPr>
      <w:vertAlign w:val="superscript"/>
    </w:rPr>
  </w:style>
  <w:style w:type="paragraph" w:styleId="Corpsdetexte2">
    <w:name w:val="Body Text 2"/>
    <w:basedOn w:val="Normal"/>
    <w:link w:val="Corpsdetexte2Car"/>
    <w:unhideWhenUsed/>
    <w:rsid w:val="008B4492"/>
    <w:pPr>
      <w:spacing w:after="120" w:line="480" w:lineRule="auto"/>
      <w:ind w:left="454"/>
    </w:pPr>
    <w:rPr>
      <w:rFonts w:ascii="Times New Roman" w:eastAsia="Times New Roman" w:hAnsi="Times New Roman" w:cs="Times New Roman"/>
      <w:sz w:val="22"/>
      <w:szCs w:val="22"/>
      <w:lang w:eastAsia="fr-FR"/>
    </w:rPr>
  </w:style>
  <w:style w:type="character" w:customStyle="1" w:styleId="Corpsdetexte2Car">
    <w:name w:val="Corps de texte 2 Car"/>
    <w:basedOn w:val="Policepardfaut"/>
    <w:link w:val="Corpsdetexte2"/>
    <w:rsid w:val="008B4492"/>
    <w:rPr>
      <w:rFonts w:ascii="Times New Roman" w:eastAsia="Times New Roman" w:hAnsi="Times New Roman" w:cs="Times New Roman"/>
      <w:sz w:val="22"/>
      <w:szCs w:val="22"/>
      <w:lang w:eastAsia="fr-FR"/>
    </w:rPr>
  </w:style>
  <w:style w:type="paragraph" w:styleId="TM3">
    <w:name w:val="toc 3"/>
    <w:basedOn w:val="Normal"/>
    <w:next w:val="Normal"/>
    <w:autoRedefine/>
    <w:uiPriority w:val="39"/>
    <w:unhideWhenUsed/>
    <w:rsid w:val="003779ED"/>
    <w:pPr>
      <w:spacing w:after="100"/>
      <w:ind w:left="420"/>
    </w:pPr>
  </w:style>
  <w:style w:type="character" w:styleId="Textedelespacerserv">
    <w:name w:val="Placeholder Text"/>
    <w:basedOn w:val="Policepardfaut"/>
    <w:uiPriority w:val="99"/>
    <w:semiHidden/>
    <w:rsid w:val="007A4173"/>
    <w:rPr>
      <w:color w:val="808080"/>
    </w:rPr>
  </w:style>
  <w:style w:type="table" w:styleId="Grilledutableau">
    <w:name w:val="Table Grid"/>
    <w:basedOn w:val="TableauNormal"/>
    <w:uiPriority w:val="59"/>
    <w:rsid w:val="007C53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4-Accentuation4">
    <w:name w:val="Grid Table 4 Accent 4"/>
    <w:basedOn w:val="TableauNormal"/>
    <w:uiPriority w:val="49"/>
    <w:rsid w:val="007C53C4"/>
    <w:pPr>
      <w:spacing w:after="0" w:line="240" w:lineRule="auto"/>
    </w:pPr>
    <w:tblPr>
      <w:tblStyleRowBandSize w:val="1"/>
      <w:tblStyleColBandSize w:val="1"/>
      <w:tblBorders>
        <w:top w:val="single" w:sz="4" w:space="0" w:color="A5CDBC" w:themeColor="accent4" w:themeTint="99"/>
        <w:left w:val="single" w:sz="4" w:space="0" w:color="A5CDBC" w:themeColor="accent4" w:themeTint="99"/>
        <w:bottom w:val="single" w:sz="4" w:space="0" w:color="A5CDBC" w:themeColor="accent4" w:themeTint="99"/>
        <w:right w:val="single" w:sz="4" w:space="0" w:color="A5CDBC" w:themeColor="accent4" w:themeTint="99"/>
        <w:insideH w:val="single" w:sz="4" w:space="0" w:color="A5CDBC" w:themeColor="accent4" w:themeTint="99"/>
        <w:insideV w:val="single" w:sz="4" w:space="0" w:color="A5CDBC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AAC90" w:themeColor="accent4"/>
          <w:left w:val="single" w:sz="4" w:space="0" w:color="6AAC90" w:themeColor="accent4"/>
          <w:bottom w:val="single" w:sz="4" w:space="0" w:color="6AAC90" w:themeColor="accent4"/>
          <w:right w:val="single" w:sz="4" w:space="0" w:color="6AAC90" w:themeColor="accent4"/>
          <w:insideH w:val="nil"/>
          <w:insideV w:val="nil"/>
        </w:tcBorders>
        <w:shd w:val="clear" w:color="auto" w:fill="6AAC90" w:themeFill="accent4"/>
      </w:tcPr>
    </w:tblStylePr>
    <w:tblStylePr w:type="lastRow">
      <w:rPr>
        <w:b/>
        <w:bCs/>
      </w:rPr>
      <w:tblPr/>
      <w:tcPr>
        <w:tcBorders>
          <w:top w:val="double" w:sz="4" w:space="0" w:color="6AAC9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EE8" w:themeFill="accent4" w:themeFillTint="33"/>
      </w:tcPr>
    </w:tblStylePr>
    <w:tblStylePr w:type="band1Horz">
      <w:tblPr/>
      <w:tcPr>
        <w:shd w:val="clear" w:color="auto" w:fill="E1EEE8" w:themeFill="accent4" w:themeFillTint="33"/>
      </w:tcPr>
    </w:tblStylePr>
  </w:style>
  <w:style w:type="table" w:styleId="TableauGrille4-Accentuation5">
    <w:name w:val="Grid Table 4 Accent 5"/>
    <w:basedOn w:val="TableauNormal"/>
    <w:uiPriority w:val="49"/>
    <w:rsid w:val="000C3633"/>
    <w:pPr>
      <w:spacing w:after="0" w:line="240" w:lineRule="auto"/>
    </w:pPr>
    <w:tblPr>
      <w:tblStyleRowBandSize w:val="1"/>
      <w:tblStyleColBandSize w:val="1"/>
      <w:tblBorders>
        <w:top w:val="single" w:sz="4" w:space="0" w:color="95B6C5" w:themeColor="accent5" w:themeTint="99"/>
        <w:left w:val="single" w:sz="4" w:space="0" w:color="95B6C5" w:themeColor="accent5" w:themeTint="99"/>
        <w:bottom w:val="single" w:sz="4" w:space="0" w:color="95B6C5" w:themeColor="accent5" w:themeTint="99"/>
        <w:right w:val="single" w:sz="4" w:space="0" w:color="95B6C5" w:themeColor="accent5" w:themeTint="99"/>
        <w:insideH w:val="single" w:sz="4" w:space="0" w:color="95B6C5" w:themeColor="accent5" w:themeTint="99"/>
        <w:insideV w:val="single" w:sz="4" w:space="0" w:color="95B6C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4849A" w:themeColor="accent5"/>
          <w:left w:val="single" w:sz="4" w:space="0" w:color="54849A" w:themeColor="accent5"/>
          <w:bottom w:val="single" w:sz="4" w:space="0" w:color="54849A" w:themeColor="accent5"/>
          <w:right w:val="single" w:sz="4" w:space="0" w:color="54849A" w:themeColor="accent5"/>
          <w:insideH w:val="nil"/>
          <w:insideV w:val="nil"/>
        </w:tcBorders>
        <w:shd w:val="clear" w:color="auto" w:fill="54849A" w:themeFill="accent5"/>
      </w:tcPr>
    </w:tblStylePr>
    <w:tblStylePr w:type="lastRow">
      <w:rPr>
        <w:b/>
        <w:bCs/>
      </w:rPr>
      <w:tblPr/>
      <w:tcPr>
        <w:tcBorders>
          <w:top w:val="double" w:sz="4" w:space="0" w:color="54849A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6EB" w:themeFill="accent5" w:themeFillTint="33"/>
      </w:tcPr>
    </w:tblStylePr>
    <w:tblStylePr w:type="band1Horz">
      <w:tblPr/>
      <w:tcPr>
        <w:shd w:val="clear" w:color="auto" w:fill="DBE6EB" w:themeFill="accent5" w:themeFillTint="33"/>
      </w:tcPr>
    </w:tblStylePr>
  </w:style>
  <w:style w:type="paragraph" w:styleId="Corpsdetexte">
    <w:name w:val="Body Text"/>
    <w:basedOn w:val="Normal"/>
    <w:link w:val="CorpsdetexteCar"/>
    <w:uiPriority w:val="99"/>
    <w:semiHidden/>
    <w:unhideWhenUsed/>
    <w:rsid w:val="00BC69E5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BC69E5"/>
  </w:style>
  <w:style w:type="paragraph" w:styleId="Corpsdetexte3">
    <w:name w:val="Body Text 3"/>
    <w:basedOn w:val="Normal"/>
    <w:link w:val="Corpsdetexte3Car"/>
    <w:uiPriority w:val="99"/>
    <w:semiHidden/>
    <w:unhideWhenUsed/>
    <w:rsid w:val="00BC69E5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BC69E5"/>
    <w:rPr>
      <w:sz w:val="16"/>
      <w:szCs w:val="16"/>
    </w:rPr>
  </w:style>
  <w:style w:type="table" w:styleId="TableauListe2-Accentuation4">
    <w:name w:val="List Table 2 Accent 4"/>
    <w:basedOn w:val="TableauNormal"/>
    <w:uiPriority w:val="47"/>
    <w:rsid w:val="00F31FBC"/>
    <w:pPr>
      <w:spacing w:after="0" w:line="240" w:lineRule="auto"/>
    </w:pPr>
    <w:tblPr>
      <w:tblStyleRowBandSize w:val="1"/>
      <w:tblStyleColBandSize w:val="1"/>
      <w:tblBorders>
        <w:top w:val="single" w:sz="4" w:space="0" w:color="A5CDBC" w:themeColor="accent4" w:themeTint="99"/>
        <w:bottom w:val="single" w:sz="4" w:space="0" w:color="A5CDBC" w:themeColor="accent4" w:themeTint="99"/>
        <w:insideH w:val="single" w:sz="4" w:space="0" w:color="A5CDBC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EE8" w:themeFill="accent4" w:themeFillTint="33"/>
      </w:tcPr>
    </w:tblStylePr>
    <w:tblStylePr w:type="band1Horz">
      <w:tblPr/>
      <w:tcPr>
        <w:shd w:val="clear" w:color="auto" w:fill="E1EEE8" w:themeFill="accent4" w:themeFillTint="33"/>
      </w:tcPr>
    </w:tblStylePr>
  </w:style>
  <w:style w:type="table" w:styleId="TableauGrille5Fonc-Accentuation4">
    <w:name w:val="Grid Table 5 Dark Accent 4"/>
    <w:basedOn w:val="TableauNormal"/>
    <w:uiPriority w:val="50"/>
    <w:rsid w:val="0002039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1EEE8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AAC9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AAC9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6AAC9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6AAC90" w:themeFill="accent4"/>
      </w:tcPr>
    </w:tblStylePr>
    <w:tblStylePr w:type="band1Vert">
      <w:tblPr/>
      <w:tcPr>
        <w:shd w:val="clear" w:color="auto" w:fill="C3DDD2" w:themeFill="accent4" w:themeFillTint="66"/>
      </w:tcPr>
    </w:tblStylePr>
    <w:tblStylePr w:type="band1Horz">
      <w:tblPr/>
      <w:tcPr>
        <w:shd w:val="clear" w:color="auto" w:fill="C3DDD2" w:themeFill="accent4" w:themeFillTint="66"/>
      </w:tcPr>
    </w:tblStylePr>
  </w:style>
  <w:style w:type="paragraph" w:styleId="En-tte">
    <w:name w:val="header"/>
    <w:basedOn w:val="Normal"/>
    <w:link w:val="En-tteCar"/>
    <w:uiPriority w:val="99"/>
    <w:unhideWhenUsed/>
    <w:rsid w:val="00513C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13CAC"/>
  </w:style>
  <w:style w:type="paragraph" w:styleId="Pieddepage">
    <w:name w:val="footer"/>
    <w:basedOn w:val="Normal"/>
    <w:link w:val="PieddepageCar"/>
    <w:uiPriority w:val="99"/>
    <w:unhideWhenUsed/>
    <w:rsid w:val="00513C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13CAC"/>
  </w:style>
  <w:style w:type="paragraph" w:customStyle="1" w:styleId="retrait2">
    <w:name w:val="retrait2"/>
    <w:basedOn w:val="Normal"/>
    <w:semiHidden/>
    <w:rsid w:val="00A62094"/>
    <w:pPr>
      <w:keepLines/>
      <w:numPr>
        <w:numId w:val="24"/>
      </w:numPr>
      <w:suppressAutoHyphens/>
      <w:spacing w:after="0" w:line="240" w:lineRule="auto"/>
    </w:pPr>
    <w:rPr>
      <w:rFonts w:ascii="Times New Roman" w:eastAsia="Times New Roman" w:hAnsi="Times New Roman" w:cs="Times New Roman"/>
      <w:sz w:val="22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.nicolini\Documents\Mod&#232;les%20Office%20personnalis&#233;s\2020_MAINT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Ion">
  <a:themeElements>
    <a:clrScheme name="Ion">
      <a:dk1>
        <a:sysClr val="windowText" lastClr="000000"/>
      </a:dk1>
      <a:lt1>
        <a:sysClr val="window" lastClr="FFFFFF"/>
      </a:lt1>
      <a:dk2>
        <a:srgbClr val="1E5155"/>
      </a:dk2>
      <a:lt2>
        <a:srgbClr val="EBEBEB"/>
      </a:lt2>
      <a:accent1>
        <a:srgbClr val="B01513"/>
      </a:accent1>
      <a:accent2>
        <a:srgbClr val="EA6312"/>
      </a:accent2>
      <a:accent3>
        <a:srgbClr val="E6B729"/>
      </a:accent3>
      <a:accent4>
        <a:srgbClr val="6AAC90"/>
      </a:accent4>
      <a:accent5>
        <a:srgbClr val="54849A"/>
      </a:accent5>
      <a:accent6>
        <a:srgbClr val="9E5E9B"/>
      </a:accent6>
      <a:hlink>
        <a:srgbClr val="58C1BA"/>
      </a:hlink>
      <a:folHlink>
        <a:srgbClr val="9DFFCB"/>
      </a:folHlink>
    </a:clrScheme>
    <a:fontScheme name="Ion">
      <a:maj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on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7000"/>
                <a:hueMod val="88000"/>
                <a:satMod val="130000"/>
                <a:lumMod val="124000"/>
              </a:schemeClr>
            </a:gs>
            <a:gs pos="100000">
              <a:schemeClr val="phClr">
                <a:tint val="96000"/>
                <a:shade val="88000"/>
                <a:hueMod val="108000"/>
                <a:satMod val="164000"/>
                <a:lumMod val="7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69000"/>
                <a:hueMod val="108000"/>
                <a:satMod val="164000"/>
                <a:lumMod val="74000"/>
              </a:schemeClr>
              <a:schemeClr val="phClr">
                <a:tint val="96000"/>
                <a:hueMod val="88000"/>
                <a:satMod val="140000"/>
                <a:lumMod val="132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on" id="{B8441ADB-2E43-4AF7-B97A-BD870242C6A8}" vid="{292E63A9-BB86-4E3D-B92A-7223C6510D2E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DAF XXXXX</PublishDate>
  <Abstract/>
  <CompanyAddress/>
  <CompanyPhone/>
  <CompanyFax/>
  <CompanyEmail/>
</CoverPageProperti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12f2f77a-bc19-4145-99a9-a502f90bb138">
      <UserInfo>
        <DisplayName>NURY Thierry OPA COMP</DisplayName>
        <AccountId>310</AccountId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02B0A0CF9A25446A44BDF2DF9010223" ma:contentTypeVersion="1" ma:contentTypeDescription="Crée un document." ma:contentTypeScope="" ma:versionID="b0b84d39e87472fb6996515de23ff4fb">
  <xsd:schema xmlns:xsd="http://www.w3.org/2001/XMLSchema" xmlns:xs="http://www.w3.org/2001/XMLSchema" xmlns:p="http://schemas.microsoft.com/office/2006/metadata/properties" xmlns:ns2="12f2f77a-bc19-4145-99a9-a502f90bb138" targetNamespace="http://schemas.microsoft.com/office/2006/metadata/properties" ma:root="true" ma:fieldsID="cb4ac4971defc8f70b2a5280623258f8" ns2:_="">
    <xsd:import namespace="12f2f77a-bc19-4145-99a9-a502f90bb138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f2f77a-bc19-4145-99a9-a502f90bb13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36B9C4C-02A4-4E6E-BE74-3EF5D7190C12}">
  <ds:schemaRefs>
    <ds:schemaRef ds:uri="12f2f77a-bc19-4145-99a9-a502f90bb138"/>
    <ds:schemaRef ds:uri="http://purl.org/dc/elements/1.1/"/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786F6A03-C24B-4E08-ABA3-905D46D7D9B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4597F58-010F-4E61-B8BC-CBEE65DD79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f2f77a-bc19-4145-99a9-a502f90bb1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3FFD234A-8846-4489-8432-0DD77735D3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2020_MAINT.dotx</Template>
  <TotalTime>1</TotalTime>
  <Pages>4</Pages>
  <Words>1154</Words>
  <Characters>6351</Characters>
  <Application>Microsoft Office Word</Application>
  <DocSecurity>0</DocSecurity>
  <Lines>52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7491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Marché public de service</dc:subject>
  <dc:creator>DOMINIQUE Sophie IPMI</dc:creator>
  <cp:keywords/>
  <dc:description/>
  <cp:lastModifiedBy>HUTELLIER Fabien INGE CIVI DEFE</cp:lastModifiedBy>
  <cp:revision>3</cp:revision>
  <dcterms:created xsi:type="dcterms:W3CDTF">2025-05-15T13:18:00Z</dcterms:created>
  <dcterms:modified xsi:type="dcterms:W3CDTF">2025-05-15T13:19:00Z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0x010100F02B0A0CF9A25446A44BDF2DF9010223</vt:lpwstr>
  </property>
</Properties>
</file>